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 w:type="dxa"/>
          <w:left w:w="86" w:type="dxa"/>
          <w:bottom w:w="14" w:type="dxa"/>
          <w:right w:w="86" w:type="dxa"/>
        </w:tblCellMar>
        <w:tblLook w:val="0000" w:firstRow="0" w:lastRow="0" w:firstColumn="0" w:lastColumn="0" w:noHBand="0" w:noVBand="0"/>
      </w:tblPr>
      <w:tblGrid>
        <w:gridCol w:w="618"/>
        <w:gridCol w:w="710"/>
        <w:gridCol w:w="621"/>
        <w:gridCol w:w="355"/>
        <w:gridCol w:w="354"/>
        <w:gridCol w:w="707"/>
        <w:gridCol w:w="712"/>
        <w:gridCol w:w="68"/>
        <w:gridCol w:w="620"/>
        <w:gridCol w:w="618"/>
        <w:gridCol w:w="444"/>
        <w:gridCol w:w="266"/>
        <w:gridCol w:w="533"/>
        <w:gridCol w:w="621"/>
        <w:gridCol w:w="231"/>
        <w:gridCol w:w="1025"/>
        <w:gridCol w:w="451"/>
        <w:gridCol w:w="923"/>
        <w:gridCol w:w="923"/>
      </w:tblGrid>
      <w:tr w:rsidR="004D59AF" w:rsidRPr="00FB4C7E" w:rsidTr="009152A8">
        <w:trPr>
          <w:trHeight w:val="461"/>
        </w:trPr>
        <w:sdt>
          <w:sdtPr>
            <w:alias w:val="Date"/>
            <w:tag w:val="Date"/>
            <w:id w:val="262615578"/>
            <w:placeholder>
              <w:docPart w:val="C8A6524644E242F4B5ECDF63EBCC9342"/>
            </w:placeholder>
            <w:showingPlcHdr/>
            <w:date>
              <w:dateFormat w:val="MMMM d, yyyy"/>
              <w:lid w:val="en-US"/>
              <w:storeMappedDataAs w:val="dateTime"/>
              <w:calendar w:val="gregorian"/>
            </w:date>
          </w:sdtPr>
          <w:sdtEndPr/>
          <w:sdtContent>
            <w:tc>
              <w:tcPr>
                <w:tcW w:w="2336" w:type="dxa"/>
                <w:gridSpan w:val="4"/>
                <w:tcBorders>
                  <w:top w:val="nil"/>
                  <w:left w:val="nil"/>
                  <w:bottom w:val="single" w:sz="4" w:space="0" w:color="7F7F7F" w:themeColor="text1" w:themeTint="80"/>
                  <w:right w:val="nil"/>
                </w:tcBorders>
                <w:shd w:val="clear" w:color="auto" w:fill="auto"/>
                <w:vAlign w:val="center"/>
              </w:tcPr>
              <w:p w:rsidR="0036595F" w:rsidRPr="00FB4C7E" w:rsidRDefault="00B8500C" w:rsidP="00B8500C">
                <w:pPr>
                  <w:pStyle w:val="Date"/>
                </w:pPr>
                <w:r>
                  <w:t>[Click to select date]</w:t>
                </w:r>
              </w:p>
            </w:tc>
          </w:sdtContent>
        </w:sdt>
        <w:tc>
          <w:tcPr>
            <w:tcW w:w="6300" w:type="dxa"/>
            <w:gridSpan w:val="12"/>
            <w:tcBorders>
              <w:top w:val="nil"/>
              <w:left w:val="nil"/>
              <w:bottom w:val="single" w:sz="4" w:space="0" w:color="7F7F7F" w:themeColor="text1" w:themeTint="80"/>
              <w:right w:val="nil"/>
            </w:tcBorders>
            <w:shd w:val="clear" w:color="auto" w:fill="auto"/>
            <w:vAlign w:val="center"/>
          </w:tcPr>
          <w:p w:rsidR="0036595F" w:rsidRPr="00FB4C7E" w:rsidRDefault="00072969" w:rsidP="00B8500C">
            <w:pPr>
              <w:pStyle w:val="Heading1"/>
            </w:pPr>
            <w:r>
              <w:t>FREIGHT BILL</w:t>
            </w:r>
            <w:r w:rsidR="0036595F" w:rsidRPr="00FB4C7E">
              <w:t xml:space="preserve"> – Not </w:t>
            </w:r>
            <w:r w:rsidR="0036595F">
              <w:t>Negotiable</w:t>
            </w:r>
          </w:p>
        </w:tc>
        <w:tc>
          <w:tcPr>
            <w:tcW w:w="2336" w:type="dxa"/>
            <w:gridSpan w:val="3"/>
            <w:tcBorders>
              <w:top w:val="nil"/>
              <w:left w:val="nil"/>
              <w:bottom w:val="single" w:sz="4" w:space="0" w:color="7F7F7F" w:themeColor="text1" w:themeTint="80"/>
              <w:right w:val="nil"/>
            </w:tcBorders>
            <w:shd w:val="clear" w:color="auto" w:fill="auto"/>
            <w:vAlign w:val="center"/>
          </w:tcPr>
          <w:p w:rsidR="0036595F" w:rsidRPr="00FB4C7E" w:rsidRDefault="0036595F" w:rsidP="00B8500C">
            <w:pPr>
              <w:pStyle w:val="Heading2"/>
            </w:pPr>
            <w:r>
              <w:t>Page</w:t>
            </w:r>
            <w:r w:rsidRPr="00FB4C7E">
              <w:t xml:space="preserve"> 1 of </w:t>
            </w:r>
            <w:fldSimple w:instr=" NUMPAGES   \* MERGEFORMAT ">
              <w:r w:rsidR="00072969">
                <w:rPr>
                  <w:noProof/>
                </w:rPr>
                <w:t>1</w:t>
              </w:r>
            </w:fldSimple>
          </w:p>
        </w:tc>
      </w:tr>
      <w:tr w:rsidR="000D5F7F" w:rsidRPr="00FB4C7E" w:rsidTr="009152A8">
        <w:trPr>
          <w:trHeight w:val="288"/>
        </w:trPr>
        <w:tc>
          <w:tcPr>
            <w:tcW w:w="5464"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0D5F7F" w:rsidRPr="00FB4C7E" w:rsidRDefault="000D5F7F" w:rsidP="00B8500C">
            <w:pPr>
              <w:pStyle w:val="Heading3"/>
            </w:pPr>
            <w:r w:rsidRPr="00B8500C">
              <w:t>Ship</w:t>
            </w:r>
            <w:r w:rsidRPr="00FB4C7E">
              <w:t xml:space="preserve"> From</w:t>
            </w:r>
          </w:p>
        </w:tc>
        <w:tc>
          <w:tcPr>
            <w:tcW w:w="5508"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0D5F7F" w:rsidRPr="00FB4C7E" w:rsidRDefault="000D5F7F" w:rsidP="00B8500C">
            <w:pPr>
              <w:pStyle w:val="Heading4"/>
            </w:pPr>
            <w:r w:rsidRPr="00FB4C7E">
              <w:t>Bill of Lading Number</w:t>
            </w:r>
            <w:r>
              <w:t>:</w:t>
            </w:r>
          </w:p>
        </w:tc>
      </w:tr>
      <w:tr w:rsidR="004D59AF" w:rsidRPr="00FB4C7E" w:rsidTr="009152A8">
        <w:trPr>
          <w:trHeight w:val="176"/>
        </w:trPr>
        <w:tc>
          <w:tcPr>
            <w:tcW w:w="5464"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bottom"/>
          </w:tcPr>
          <w:sdt>
            <w:sdtPr>
              <w:alias w:val="Name"/>
              <w:tag w:val="Name"/>
              <w:id w:val="262615619"/>
              <w:placeholder>
                <w:docPart w:val="1713AC940832405BA1705AB14C5CAB0A"/>
              </w:placeholder>
              <w:temporary/>
              <w:showingPlcHdr/>
            </w:sdtPr>
            <w:sdtEndPr/>
            <w:sdtContent>
              <w:p w:rsidR="0036595F" w:rsidRPr="00FB4C7E" w:rsidRDefault="00422668" w:rsidP="00B8500C">
                <w:r>
                  <w:t>[Name]</w:t>
                </w:r>
              </w:p>
            </w:sdtContent>
          </w:sdt>
          <w:sdt>
            <w:sdtPr>
              <w:alias w:val="Address"/>
              <w:tag w:val="Address"/>
              <w:id w:val="262615646"/>
              <w:placeholder>
                <w:docPart w:val="662E0B1B2D4D49D98C95E7D9B2EB6D85"/>
              </w:placeholder>
              <w:temporary/>
              <w:showingPlcHdr/>
            </w:sdtPr>
            <w:sdtEndPr/>
            <w:sdtContent>
              <w:p w:rsidR="0036595F" w:rsidRPr="00FB4C7E" w:rsidRDefault="00422668" w:rsidP="00B8500C">
                <w:r>
                  <w:t>[Street Address]</w:t>
                </w:r>
              </w:p>
            </w:sdtContent>
          </w:sdt>
          <w:sdt>
            <w:sdtPr>
              <w:alias w:val="City, ST  ZIP Code"/>
              <w:tag w:val="City, ST  ZIP Code"/>
              <w:id w:val="262615673"/>
              <w:placeholder>
                <w:docPart w:val="26C7900BABCC49959D81C0FFDBE138DE"/>
              </w:placeholder>
              <w:temporary/>
              <w:showingPlcHdr/>
            </w:sdtPr>
            <w:sdtEndPr/>
            <w:sdtContent>
              <w:p w:rsidR="0036595F" w:rsidRPr="00FB4C7E" w:rsidRDefault="00422668" w:rsidP="00B8500C">
                <w:r>
                  <w:t>[City, ST  ZIP Code]</w:t>
                </w:r>
              </w:p>
            </w:sdtContent>
          </w:sdt>
          <w:p w:rsidR="0036595F" w:rsidRPr="00FB4C7E" w:rsidRDefault="0036595F" w:rsidP="00B8500C">
            <w:r w:rsidRPr="00FB4C7E">
              <w:t>SID No.:</w:t>
            </w:r>
          </w:p>
        </w:tc>
        <w:tc>
          <w:tcPr>
            <w:tcW w:w="5508"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36595F" w:rsidRPr="00FB4C7E" w:rsidRDefault="0036595F" w:rsidP="00B8500C">
            <w:pPr>
              <w:pStyle w:val="BarCode"/>
            </w:pPr>
            <w:r w:rsidRPr="00FB4C7E">
              <w:t>Bar Code Space</w:t>
            </w:r>
          </w:p>
        </w:tc>
      </w:tr>
      <w:tr w:rsidR="000D5F7F" w:rsidRPr="00FB4C7E" w:rsidTr="009152A8">
        <w:trPr>
          <w:trHeight w:val="288"/>
        </w:trPr>
        <w:tc>
          <w:tcPr>
            <w:tcW w:w="5464"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0D5F7F" w:rsidRPr="00FB4C7E" w:rsidRDefault="000D5F7F" w:rsidP="00B8500C">
            <w:pPr>
              <w:pStyle w:val="Heading3"/>
            </w:pPr>
            <w:r w:rsidRPr="00FB4C7E">
              <w:t>Ship To</w:t>
            </w:r>
          </w:p>
        </w:tc>
        <w:tc>
          <w:tcPr>
            <w:tcW w:w="5508" w:type="dxa"/>
            <w:gridSpan w:val="9"/>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0D5F7F" w:rsidRPr="00FB4C7E" w:rsidRDefault="000D5F7F" w:rsidP="00B8500C">
            <w:pPr>
              <w:pStyle w:val="Heading4"/>
            </w:pPr>
            <w:r w:rsidRPr="00FB4C7E">
              <w:t>Carrier Name</w:t>
            </w:r>
            <w:r>
              <w:t>:</w:t>
            </w:r>
          </w:p>
        </w:tc>
      </w:tr>
      <w:tr w:rsidR="004D59AF" w:rsidRPr="00FB4C7E" w:rsidTr="009152A8">
        <w:trPr>
          <w:trHeight w:val="176"/>
        </w:trPr>
        <w:tc>
          <w:tcPr>
            <w:tcW w:w="5464"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sdt>
            <w:sdtPr>
              <w:alias w:val="Name"/>
              <w:tag w:val="Name"/>
              <w:id w:val="262615702"/>
              <w:placeholder>
                <w:docPart w:val="3A874C4B822147EB94E6F761B6E4DA00"/>
              </w:placeholder>
              <w:temporary/>
              <w:showingPlcHdr/>
            </w:sdtPr>
            <w:sdtEndPr/>
            <w:sdtContent>
              <w:p w:rsidR="00422668" w:rsidRDefault="00422668" w:rsidP="00422668">
                <w:r>
                  <w:t>[Name]</w:t>
                </w:r>
              </w:p>
            </w:sdtContent>
          </w:sdt>
          <w:sdt>
            <w:sdtPr>
              <w:alias w:val="Address"/>
              <w:tag w:val="Address"/>
              <w:id w:val="262615701"/>
              <w:placeholder>
                <w:docPart w:val="F8266FD2B23446FCADEDB3DE65DFDF0A"/>
              </w:placeholder>
              <w:temporary/>
              <w:showingPlcHdr/>
            </w:sdtPr>
            <w:sdtEndPr/>
            <w:sdtContent>
              <w:p w:rsidR="00422668" w:rsidRDefault="00422668" w:rsidP="00422668">
                <w:r>
                  <w:t>[Street Address]</w:t>
                </w:r>
              </w:p>
            </w:sdtContent>
          </w:sdt>
          <w:sdt>
            <w:sdtPr>
              <w:alias w:val="City, ST  ZIP Code"/>
              <w:tag w:val="City, ST  ZIP Code"/>
              <w:id w:val="262615703"/>
              <w:placeholder>
                <w:docPart w:val="B740B604903F44C4B28BE0BFBF4D46CF"/>
              </w:placeholder>
              <w:temporary/>
              <w:showingPlcHdr/>
            </w:sdtPr>
            <w:sdtEndPr/>
            <w:sdtContent>
              <w:p w:rsidR="00422668" w:rsidRDefault="00422668" w:rsidP="00422668">
                <w:r>
                  <w:t>[City, ST  ZIP Code]</w:t>
                </w:r>
              </w:p>
            </w:sdtContent>
          </w:sdt>
          <w:p w:rsidR="0036595F" w:rsidRPr="00FB4C7E" w:rsidRDefault="0036595F" w:rsidP="00B8500C">
            <w:r w:rsidRPr="00FB4C7E">
              <w:t>CID No.:</w:t>
            </w:r>
          </w:p>
        </w:tc>
        <w:tc>
          <w:tcPr>
            <w:tcW w:w="5508" w:type="dxa"/>
            <w:gridSpan w:val="9"/>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EB23F8" w:rsidRDefault="0036595F" w:rsidP="00B8500C">
            <w:r w:rsidRPr="00FB4C7E">
              <w:t>Trailer number:</w:t>
            </w:r>
          </w:p>
          <w:p w:rsidR="0036595F" w:rsidRPr="00FB4C7E" w:rsidRDefault="0036595F" w:rsidP="00B8500C">
            <w:r w:rsidRPr="00FB4C7E">
              <w:t>Serial number(s):</w:t>
            </w:r>
          </w:p>
        </w:tc>
      </w:tr>
      <w:tr w:rsidR="004D59AF" w:rsidRPr="00FB4C7E" w:rsidTr="009152A8">
        <w:trPr>
          <w:trHeight w:val="288"/>
        </w:trPr>
        <w:tc>
          <w:tcPr>
            <w:tcW w:w="5464"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36595F" w:rsidRPr="00FB4C7E" w:rsidRDefault="0036595F" w:rsidP="00B8500C">
            <w:pPr>
              <w:pStyle w:val="Heading3"/>
            </w:pPr>
            <w:r w:rsidRPr="00FB4C7E">
              <w:t>Thir</w:t>
            </w:r>
            <w:r w:rsidR="00714325">
              <w:t>d Party Freight Charges Bill to</w:t>
            </w:r>
          </w:p>
        </w:tc>
        <w:tc>
          <w:tcPr>
            <w:tcW w:w="5508" w:type="dxa"/>
            <w:gridSpan w:val="9"/>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rsidR="0036595F" w:rsidRPr="00FB4C7E" w:rsidRDefault="0036595F" w:rsidP="00B8500C">
            <w:pPr>
              <w:pStyle w:val="Heading4"/>
            </w:pPr>
            <w:r w:rsidRPr="00FB4C7E">
              <w:t>S</w:t>
            </w:r>
            <w:r w:rsidR="003F787D">
              <w:t>C</w:t>
            </w:r>
            <w:r w:rsidRPr="00FB4C7E">
              <w:t>AC:</w:t>
            </w:r>
          </w:p>
        </w:tc>
      </w:tr>
      <w:tr w:rsidR="004D59AF" w:rsidRPr="00FB4C7E" w:rsidTr="009152A8">
        <w:trPr>
          <w:trHeight w:val="489"/>
        </w:trPr>
        <w:tc>
          <w:tcPr>
            <w:tcW w:w="5464"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sdt>
            <w:sdtPr>
              <w:alias w:val="Name"/>
              <w:tag w:val="Name"/>
              <w:id w:val="262615705"/>
              <w:placeholder>
                <w:docPart w:val="68F88C51AEB740359A8DBB2DAD4A8CE3"/>
              </w:placeholder>
              <w:temporary/>
              <w:showingPlcHdr/>
            </w:sdtPr>
            <w:sdtEndPr/>
            <w:sdtContent>
              <w:p w:rsidR="00422668" w:rsidRDefault="00422668" w:rsidP="00422668">
                <w:r>
                  <w:t>[Name]</w:t>
                </w:r>
              </w:p>
            </w:sdtContent>
          </w:sdt>
          <w:sdt>
            <w:sdtPr>
              <w:alias w:val="Address"/>
              <w:tag w:val="Address"/>
              <w:id w:val="262615706"/>
              <w:placeholder>
                <w:docPart w:val="309EAC5DEA8643AF995A9173460D21DD"/>
              </w:placeholder>
              <w:temporary/>
              <w:showingPlcHdr/>
            </w:sdtPr>
            <w:sdtEndPr/>
            <w:sdtContent>
              <w:p w:rsidR="00422668" w:rsidRDefault="00422668" w:rsidP="00422668">
                <w:r>
                  <w:t>[Street Address]</w:t>
                </w:r>
              </w:p>
            </w:sdtContent>
          </w:sdt>
          <w:sdt>
            <w:sdtPr>
              <w:alias w:val="City, ST  ZIP Code"/>
              <w:tag w:val="City, ST  ZIP Code"/>
              <w:id w:val="262615707"/>
              <w:placeholder>
                <w:docPart w:val="EE30521852904F5FA3DC8307F1D20F59"/>
              </w:placeholder>
              <w:temporary/>
              <w:showingPlcHdr/>
            </w:sdtPr>
            <w:sdtEndPr/>
            <w:sdtContent>
              <w:p w:rsidR="0036595F" w:rsidRPr="00FB4C7E" w:rsidRDefault="00422668" w:rsidP="00B8500C">
                <w:r>
                  <w:t>[City, ST  ZIP Code]</w:t>
                </w:r>
              </w:p>
            </w:sdtContent>
          </w:sdt>
        </w:tc>
        <w:tc>
          <w:tcPr>
            <w:tcW w:w="5508" w:type="dxa"/>
            <w:gridSpan w:val="9"/>
            <w:tcBorders>
              <w:top w:val="nil"/>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r w:rsidRPr="00FB4C7E">
              <w:t>Pro Number:</w:t>
            </w:r>
          </w:p>
          <w:p w:rsidR="009E71D3" w:rsidRDefault="0036595F" w:rsidP="00B8500C">
            <w:pPr>
              <w:pStyle w:val="BarCode"/>
            </w:pPr>
            <w:r w:rsidRPr="00FB4C7E">
              <w:t>Bar Code Space</w:t>
            </w:r>
          </w:p>
          <w:p w:rsidR="009E71D3" w:rsidRPr="00FB4C7E" w:rsidRDefault="009E71D3" w:rsidP="00B8500C"/>
        </w:tc>
      </w:tr>
      <w:tr w:rsidR="00CA2CD6" w:rsidRPr="00FB4C7E" w:rsidTr="009152A8">
        <w:trPr>
          <w:trHeight w:val="176"/>
        </w:trPr>
        <w:tc>
          <w:tcPr>
            <w:tcW w:w="5464" w:type="dxa"/>
            <w:gridSpan w:val="10"/>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CA2CD6" w:rsidRPr="00FB4C7E" w:rsidRDefault="00CA2CD6" w:rsidP="00B8500C">
            <w:pPr>
              <w:pStyle w:val="Heading4"/>
            </w:pPr>
            <w:r w:rsidRPr="00FB4C7E">
              <w:t>Special Instructions:</w:t>
            </w:r>
          </w:p>
        </w:tc>
        <w:tc>
          <w:tcPr>
            <w:tcW w:w="5508"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CA2CD6" w:rsidRPr="00A06691" w:rsidRDefault="00A06691" w:rsidP="00B8500C">
            <w:pPr>
              <w:pStyle w:val="Heading4"/>
              <w:rPr>
                <w:rStyle w:val="FinePrintChar"/>
              </w:rPr>
            </w:pPr>
            <w:r>
              <w:t xml:space="preserve">Freight Charge Terms </w:t>
            </w:r>
            <w:r w:rsidR="00CA2CD6" w:rsidRPr="00A06691">
              <w:rPr>
                <w:rStyle w:val="FinePrintChar"/>
              </w:rPr>
              <w:t>(Freight charges are prepaid unless marked otherwise)</w:t>
            </w:r>
            <w:r w:rsidR="00714325">
              <w:rPr>
                <w:rStyle w:val="FinePrintChar"/>
              </w:rPr>
              <w:t>:</w:t>
            </w:r>
          </w:p>
          <w:p w:rsidR="00CA2CD6" w:rsidRPr="00FB4C7E" w:rsidRDefault="00CA2CD6" w:rsidP="00B8500C">
            <w:pPr>
              <w:pStyle w:val="Terms"/>
            </w:pPr>
            <w:r w:rsidRPr="00FB4C7E">
              <w:t>Prepaid</w:t>
            </w:r>
            <w:r w:rsidR="00A06691">
              <w:t xml:space="preserve"> </w:t>
            </w:r>
            <w:r w:rsidR="00A06691" w:rsidRPr="00CA2CD6">
              <w:rPr>
                <w:rStyle w:val="CheckBoxChar"/>
              </w:rPr>
              <w:t></w:t>
            </w:r>
            <w:r w:rsidR="00A06691">
              <w:rPr>
                <w:rStyle w:val="CheckBoxChar"/>
              </w:rPr>
              <w:t></w:t>
            </w:r>
            <w:r w:rsidRPr="00FB4C7E">
              <w:t xml:space="preserve"> Collect</w:t>
            </w:r>
            <w:r w:rsidR="00A06691">
              <w:t xml:space="preserve"> </w:t>
            </w:r>
            <w:r w:rsidR="00A06691" w:rsidRPr="00CA2CD6">
              <w:rPr>
                <w:rStyle w:val="CheckBoxChar"/>
              </w:rPr>
              <w:t></w:t>
            </w:r>
            <w:r w:rsidR="00A06691">
              <w:rPr>
                <w:rStyle w:val="CheckBoxChar"/>
              </w:rPr>
              <w:t></w:t>
            </w:r>
            <w:r w:rsidR="00A06691" w:rsidRPr="00FB4C7E">
              <w:t xml:space="preserve"> </w:t>
            </w:r>
            <w:r w:rsidRPr="00FB4C7E">
              <w:t>3rd Party</w:t>
            </w:r>
            <w:r w:rsidR="00A06691">
              <w:t xml:space="preserve"> </w:t>
            </w:r>
            <w:r w:rsidR="00A06691" w:rsidRPr="00CA2CD6">
              <w:rPr>
                <w:rStyle w:val="CheckBoxChar"/>
              </w:rPr>
              <w:t></w:t>
            </w:r>
          </w:p>
        </w:tc>
      </w:tr>
      <w:tr w:rsidR="00CA2CD6" w:rsidRPr="00FB4C7E" w:rsidTr="009152A8">
        <w:trPr>
          <w:trHeight w:val="288"/>
        </w:trPr>
        <w:tc>
          <w:tcPr>
            <w:tcW w:w="5464" w:type="dxa"/>
            <w:gridSpan w:val="10"/>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rsidR="00CA2CD6" w:rsidRPr="00FB4C7E" w:rsidRDefault="00CA2CD6" w:rsidP="00B8500C"/>
        </w:tc>
        <w:tc>
          <w:tcPr>
            <w:tcW w:w="5508"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58" w:type="dxa"/>
              <w:bottom w:w="43" w:type="dxa"/>
            </w:tcMar>
            <w:vAlign w:val="center"/>
          </w:tcPr>
          <w:p w:rsidR="00CA2CD6" w:rsidRPr="00FB4C7E" w:rsidRDefault="00CA2CD6" w:rsidP="00B8500C">
            <w:r w:rsidRPr="00CA2CD6">
              <w:rPr>
                <w:rStyle w:val="CheckBoxChar"/>
              </w:rPr>
              <w:t></w:t>
            </w:r>
            <w:r>
              <w:t xml:space="preserve"> </w:t>
            </w:r>
            <w:r w:rsidRPr="00FB4C7E">
              <w:t>Master bill of lading with attached underlying bills of lading.</w:t>
            </w:r>
          </w:p>
        </w:tc>
      </w:tr>
      <w:tr w:rsidR="0036595F" w:rsidRPr="00FB4C7E" w:rsidTr="009152A8">
        <w:trPr>
          <w:trHeight w:val="288"/>
        </w:trPr>
        <w:tc>
          <w:tcPr>
            <w:tcW w:w="10972" w:type="dxa"/>
            <w:gridSpan w:val="1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36595F" w:rsidRPr="00FB4C7E" w:rsidRDefault="0036595F" w:rsidP="00B8500C">
            <w:pPr>
              <w:pStyle w:val="Heading3"/>
            </w:pPr>
            <w:r w:rsidRPr="00FB4C7E">
              <w:t>Customer Order Information</w:t>
            </w:r>
          </w:p>
        </w:tc>
      </w:tr>
      <w:tr w:rsidR="00A12C16" w:rsidRPr="00FB4C7E" w:rsidTr="009152A8">
        <w:trPr>
          <w:trHeight w:val="216"/>
        </w:trPr>
        <w:tc>
          <w:tcPr>
            <w:tcW w:w="4205"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Heading4"/>
            </w:pPr>
            <w:r w:rsidRPr="00FB4C7E">
              <w:t>Customer Order No.</w:t>
            </w:r>
          </w:p>
        </w:tc>
        <w:tc>
          <w:tcPr>
            <w:tcW w:w="125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CA2CD6" w:rsidP="00B8500C">
            <w:pPr>
              <w:pStyle w:val="Centered"/>
            </w:pPr>
            <w:r>
              <w:t xml:space="preserve"># of </w:t>
            </w:r>
            <w:r w:rsidR="0036595F" w:rsidRPr="00FB4C7E">
              <w:t>Packages</w:t>
            </w:r>
          </w:p>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Centered"/>
            </w:pPr>
            <w:r w:rsidRPr="00FB4C7E">
              <w:t>Weight</w:t>
            </w:r>
          </w:p>
        </w:tc>
        <w:tc>
          <w:tcPr>
            <w:tcW w:w="117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Centered"/>
            </w:pPr>
            <w:r w:rsidRPr="00FB4C7E">
              <w:t>Pallet/Slip</w:t>
            </w:r>
            <w:r w:rsidRPr="00FB4C7E">
              <w:br/>
              <w:t>(circle one)</w:t>
            </w:r>
          </w:p>
        </w:tc>
        <w:tc>
          <w:tcPr>
            <w:tcW w:w="361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bottom w:w="43" w:type="dxa"/>
            </w:tcMar>
            <w:vAlign w:val="center"/>
          </w:tcPr>
          <w:p w:rsidR="0036595F" w:rsidRPr="00FB4C7E" w:rsidRDefault="0036595F" w:rsidP="00B8500C">
            <w:pPr>
              <w:pStyle w:val="Heading4"/>
            </w:pPr>
            <w:r w:rsidRPr="00FB4C7E">
              <w:t>Additional Shipper Information</w:t>
            </w:r>
          </w:p>
        </w:tc>
      </w:tr>
      <w:tr w:rsidR="00A12C16" w:rsidRPr="00FB4C7E" w:rsidTr="009152A8">
        <w:trPr>
          <w:trHeight w:val="288"/>
        </w:trPr>
        <w:tc>
          <w:tcPr>
            <w:tcW w:w="4205"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5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1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bookmarkStart w:id="0" w:name="_GoBack"/>
            <w:bookmarkEnd w:id="0"/>
          </w:p>
        </w:tc>
      </w:tr>
      <w:tr w:rsidR="00A12C16" w:rsidRPr="00FB4C7E" w:rsidTr="009152A8">
        <w:trPr>
          <w:trHeight w:val="288"/>
        </w:trPr>
        <w:tc>
          <w:tcPr>
            <w:tcW w:w="4205"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5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1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9152A8">
        <w:trPr>
          <w:trHeight w:val="288"/>
        </w:trPr>
        <w:tc>
          <w:tcPr>
            <w:tcW w:w="4205"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5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1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9152A8">
        <w:trPr>
          <w:trHeight w:val="288"/>
        </w:trPr>
        <w:tc>
          <w:tcPr>
            <w:tcW w:w="4205"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125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54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Y</w:t>
            </w:r>
          </w:p>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r w:rsidRPr="00FB4C7E">
              <w:t>N</w:t>
            </w:r>
          </w:p>
        </w:tc>
        <w:tc>
          <w:tcPr>
            <w:tcW w:w="361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r>
      <w:tr w:rsidR="00A12C16" w:rsidRPr="00FB4C7E" w:rsidTr="009152A8">
        <w:trPr>
          <w:trHeight w:val="288"/>
        </w:trPr>
        <w:tc>
          <w:tcPr>
            <w:tcW w:w="4205"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pPr>
              <w:pStyle w:val="Heading4"/>
            </w:pPr>
            <w:r w:rsidRPr="00FB4C7E">
              <w:t>Grand Total</w:t>
            </w:r>
          </w:p>
        </w:tc>
        <w:tc>
          <w:tcPr>
            <w:tcW w:w="1259"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758D7" w:rsidRPr="00FB4C7E" w:rsidRDefault="003758D7" w:rsidP="00B8500C"/>
        </w:tc>
        <w:tc>
          <w:tcPr>
            <w:tcW w:w="4788"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758D7" w:rsidRPr="00FB4C7E" w:rsidRDefault="003758D7" w:rsidP="00B8500C"/>
        </w:tc>
      </w:tr>
      <w:tr w:rsidR="0036595F" w:rsidRPr="00FB4C7E" w:rsidTr="009152A8">
        <w:trPr>
          <w:trHeight w:val="288"/>
        </w:trPr>
        <w:tc>
          <w:tcPr>
            <w:tcW w:w="10972" w:type="dxa"/>
            <w:gridSpan w:val="1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rsidR="0036595F" w:rsidRPr="00FB4C7E" w:rsidRDefault="0036595F" w:rsidP="00B8500C">
            <w:pPr>
              <w:pStyle w:val="Heading3"/>
            </w:pPr>
            <w:r w:rsidRPr="00FB4C7E">
              <w:t>Carrier Information</w:t>
            </w:r>
          </w:p>
        </w:tc>
      </w:tr>
      <w:tr w:rsidR="00A12C16" w:rsidRPr="00FB4C7E" w:rsidTr="009152A8">
        <w:trPr>
          <w:trHeight w:val="288"/>
        </w:trPr>
        <w:tc>
          <w:tcPr>
            <w:tcW w:w="134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Handlin</w:t>
            </w:r>
            <w:r w:rsidR="004D59AF" w:rsidRPr="009152A8">
              <w:t xml:space="preserve">g </w:t>
            </w:r>
            <w:r w:rsidRPr="009152A8">
              <w:t>Unit</w:t>
            </w:r>
          </w:p>
        </w:tc>
        <w:tc>
          <w:tcPr>
            <w:tcW w:w="135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Package</w:t>
            </w:r>
          </w:p>
        </w:tc>
        <w:tc>
          <w:tcPr>
            <w:tcW w:w="6400" w:type="dxa"/>
            <w:gridSpan w:val="1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FB4C7E" w:rsidRDefault="00CA2CD6" w:rsidP="00B8500C"/>
        </w:tc>
        <w:tc>
          <w:tcPr>
            <w:tcW w:w="187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CA2CD6" w:rsidRPr="009152A8" w:rsidRDefault="00CA2CD6" w:rsidP="009152A8">
            <w:pPr>
              <w:pStyle w:val="Heading5"/>
            </w:pPr>
            <w:r w:rsidRPr="009152A8">
              <w:t>LTL Only</w:t>
            </w:r>
          </w:p>
        </w:tc>
      </w:tr>
      <w:tr w:rsidR="00A12C16" w:rsidRPr="00FB4C7E" w:rsidTr="009152A8">
        <w:trPr>
          <w:trHeight w:val="176"/>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Qty</w:t>
            </w:r>
          </w:p>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Type</w:t>
            </w:r>
          </w:p>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Qty</w:t>
            </w:r>
          </w:p>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Type</w:t>
            </w:r>
          </w:p>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Weight</w:t>
            </w:r>
          </w:p>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HM</w:t>
            </w:r>
            <w:r w:rsidR="00CA2CD6">
              <w:t xml:space="preserve"> </w:t>
            </w:r>
            <w:r w:rsidRPr="00FB4C7E">
              <w:t>(X)</w:t>
            </w:r>
          </w:p>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9C4A98" w:rsidRDefault="0036595F" w:rsidP="00B8500C">
            <w:pPr>
              <w:pStyle w:val="Heading4"/>
            </w:pPr>
            <w:r w:rsidRPr="00FB4C7E">
              <w:t>Commodity Description</w:t>
            </w:r>
            <w:r w:rsidR="009C4A98">
              <w:t xml:space="preserve"> </w:t>
            </w:r>
          </w:p>
          <w:p w:rsidR="0036595F" w:rsidRPr="00FB4C7E" w:rsidRDefault="0036595F" w:rsidP="00B8500C">
            <w:pPr>
              <w:pStyle w:val="FinePrint"/>
            </w:pPr>
            <w:r w:rsidRPr="009C4A98">
              <w:t>Commodities requiring special or additional care or attention in handling or stowing must be so marked and packaged as to ensure safe transportation with ordinary care. See Section 2(e) of NMFC item 360</w:t>
            </w:r>
          </w:p>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NMFC No.</w:t>
            </w:r>
          </w:p>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Centered"/>
            </w:pPr>
            <w:r w:rsidRPr="00FB4C7E">
              <w:t>Class</w:t>
            </w: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A12C16" w:rsidRPr="00FB4C7E" w:rsidTr="009152A8">
        <w:trPr>
          <w:trHeight w:val="288"/>
        </w:trPr>
        <w:tc>
          <w:tcPr>
            <w:tcW w:w="6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6595F" w:rsidRPr="00FB4C7E" w:rsidRDefault="0036595F" w:rsidP="009152A8"/>
        </w:tc>
        <w:tc>
          <w:tcPr>
            <w:tcW w:w="63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2F2F2" w:themeFill="background1" w:themeFillShade="F2"/>
            <w:vAlign w:val="center"/>
          </w:tcPr>
          <w:p w:rsidR="0036595F" w:rsidRPr="00FB4C7E" w:rsidRDefault="0036595F" w:rsidP="009152A8"/>
        </w:tc>
        <w:tc>
          <w:tcPr>
            <w:tcW w:w="71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72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496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9152A8"/>
        </w:tc>
        <w:tc>
          <w:tcPr>
            <w:tcW w:w="9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rsidR="0036595F" w:rsidRPr="00FB4C7E" w:rsidRDefault="0036595F" w:rsidP="00B8500C">
            <w:pPr>
              <w:pStyle w:val="Centered"/>
            </w:pPr>
          </w:p>
        </w:tc>
      </w:tr>
      <w:tr w:rsidR="004D59AF" w:rsidRPr="00FB4C7E" w:rsidTr="009152A8">
        <w:trPr>
          <w:trHeight w:val="176"/>
        </w:trPr>
        <w:tc>
          <w:tcPr>
            <w:tcW w:w="5914" w:type="dxa"/>
            <w:gridSpan w:val="11"/>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72" w:type="dxa"/>
              <w:bottom w:w="72" w:type="dxa"/>
            </w:tcMar>
          </w:tcPr>
          <w:p w:rsidR="0036595F" w:rsidRPr="00FB4C7E" w:rsidRDefault="0036595F" w:rsidP="00B8500C">
            <w:pPr>
              <w:pStyle w:val="FinePrint"/>
            </w:pPr>
            <w:r w:rsidRPr="00FB4C7E">
              <w:t>Where the rate is dependent on value, shippers are required to state specifically in writing the agreed or declared value of the property as follows: “The agreed or declared value of the property is specifically stated by the shipper to be not exceeding</w:t>
            </w:r>
            <w:r w:rsidRPr="009C4A98">
              <w:rPr>
                <w:rStyle w:val="LinesChar"/>
              </w:rPr>
              <w:t xml:space="preserve"> _________</w:t>
            </w:r>
            <w:r w:rsidR="009E71D3" w:rsidRPr="009C4A98">
              <w:rPr>
                <w:rStyle w:val="LinesChar"/>
              </w:rPr>
              <w:t>__</w:t>
            </w:r>
            <w:r w:rsidR="009E71D3">
              <w:rPr>
                <w:rStyle w:val="LinesChar"/>
              </w:rPr>
              <w:t>__</w:t>
            </w:r>
            <w:r w:rsidR="009E71D3" w:rsidRPr="009C4A98">
              <w:rPr>
                <w:rStyle w:val="LinesChar"/>
              </w:rPr>
              <w:t>_</w:t>
            </w:r>
            <w:r w:rsidRPr="009C4A98">
              <w:rPr>
                <w:rStyle w:val="LinesChar"/>
              </w:rPr>
              <w:t>_</w:t>
            </w:r>
            <w:r w:rsidRPr="00FB4C7E">
              <w:t xml:space="preserve"> per </w:t>
            </w:r>
            <w:r w:rsidR="009E71D3">
              <w:rPr>
                <w:rStyle w:val="LinesChar"/>
              </w:rPr>
              <w:t>_</w:t>
            </w:r>
            <w:r w:rsidRPr="009C4A98">
              <w:rPr>
                <w:rStyle w:val="LinesChar"/>
              </w:rPr>
              <w:t>_________</w:t>
            </w:r>
            <w:r w:rsidR="009E71D3" w:rsidRPr="009C4A98">
              <w:rPr>
                <w:rStyle w:val="LinesChar"/>
              </w:rPr>
              <w:t>___</w:t>
            </w:r>
            <w:r w:rsidRPr="009C4A98">
              <w:rPr>
                <w:rStyle w:val="LinesChar"/>
              </w:rPr>
              <w:t>__</w:t>
            </w:r>
            <w:r w:rsidRPr="00FB4C7E">
              <w:t>.</w:t>
            </w:r>
          </w:p>
        </w:tc>
        <w:tc>
          <w:tcPr>
            <w:tcW w:w="5058"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72" w:type="dxa"/>
              <w:bottom w:w="72" w:type="dxa"/>
            </w:tcMar>
            <w:vAlign w:val="center"/>
          </w:tcPr>
          <w:p w:rsidR="0036595F" w:rsidRPr="00FB4C7E" w:rsidRDefault="0036595F" w:rsidP="00422668">
            <w:pPr>
              <w:pStyle w:val="Heading4"/>
              <w:tabs>
                <w:tab w:val="right" w:leader="underscore" w:pos="3086"/>
              </w:tabs>
            </w:pPr>
            <w:r w:rsidRPr="00FB4C7E">
              <w:t>COD Amount: $</w:t>
            </w:r>
            <w:r w:rsidR="009C4A98">
              <w:t xml:space="preserve"> </w:t>
            </w:r>
            <w:r w:rsidR="00E62BF6">
              <w:rPr>
                <w:rStyle w:val="LinesChar"/>
              </w:rPr>
              <w:tab/>
            </w:r>
          </w:p>
          <w:p w:rsidR="0036595F" w:rsidRPr="00FB4C7E" w:rsidRDefault="009C4A98" w:rsidP="00B8500C">
            <w:pPr>
              <w:pStyle w:val="Terms"/>
            </w:pPr>
            <w:r>
              <w:t>F</w:t>
            </w:r>
            <w:r w:rsidR="0036595F" w:rsidRPr="00FB4C7E">
              <w:t>ee terms: Collect</w:t>
            </w:r>
            <w:r>
              <w:t xml:space="preserve"> </w:t>
            </w:r>
            <w:r w:rsidRPr="00CA2CD6">
              <w:rPr>
                <w:rStyle w:val="CheckBoxChar"/>
              </w:rPr>
              <w:t></w:t>
            </w:r>
            <w:r w:rsidR="0036595F" w:rsidRPr="00FB4C7E">
              <w:t xml:space="preserve"> </w:t>
            </w:r>
            <w:r>
              <w:t xml:space="preserve">    </w:t>
            </w:r>
            <w:r w:rsidR="0036595F" w:rsidRPr="00FB4C7E">
              <w:t>Prepaid</w:t>
            </w:r>
            <w:r>
              <w:t xml:space="preserve"> </w:t>
            </w:r>
            <w:r w:rsidRPr="00CA2CD6">
              <w:rPr>
                <w:rStyle w:val="CheckBoxChar"/>
              </w:rPr>
              <w:t></w:t>
            </w:r>
            <w:r w:rsidRPr="00FB4C7E">
              <w:t xml:space="preserve"> </w:t>
            </w:r>
            <w:r>
              <w:t xml:space="preserve">    </w:t>
            </w:r>
            <w:r w:rsidR="0036595F" w:rsidRPr="00FB4C7E">
              <w:t>Customer check acceptable</w:t>
            </w:r>
            <w:r>
              <w:t xml:space="preserve"> </w:t>
            </w:r>
            <w:r w:rsidRPr="00CA2CD6">
              <w:rPr>
                <w:rStyle w:val="CheckBoxChar"/>
              </w:rPr>
              <w:t></w:t>
            </w:r>
          </w:p>
        </w:tc>
      </w:tr>
      <w:tr w:rsidR="0036595F" w:rsidRPr="00FB4C7E" w:rsidTr="009152A8">
        <w:trPr>
          <w:trHeight w:val="216"/>
        </w:trPr>
        <w:tc>
          <w:tcPr>
            <w:tcW w:w="10972" w:type="dxa"/>
            <w:gridSpan w:val="1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36595F" w:rsidRPr="009152A8" w:rsidRDefault="0036595F" w:rsidP="009152A8">
            <w:pPr>
              <w:pStyle w:val="Heading5"/>
            </w:pPr>
            <w:r w:rsidRPr="009152A8">
              <w:t>Note</w:t>
            </w:r>
            <w:r w:rsidR="009C4A98" w:rsidRPr="009152A8">
              <w:t xml:space="preserve">: </w:t>
            </w:r>
            <w:r w:rsidRPr="009152A8">
              <w:t>Liability limitation for loss or damage in this shipment may be applicable. See 49 USC § 14706(c)(1)(A) and (B).</w:t>
            </w:r>
          </w:p>
        </w:tc>
      </w:tr>
      <w:tr w:rsidR="00A12C16" w:rsidRPr="00FB4C7E" w:rsidTr="009152A8">
        <w:trPr>
          <w:trHeight w:val="720"/>
        </w:trPr>
        <w:tc>
          <w:tcPr>
            <w:tcW w:w="4835"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36595F" w:rsidRPr="00FB4C7E" w:rsidRDefault="0036595F" w:rsidP="00B8500C">
            <w:pPr>
              <w:pStyle w:val="FinePrint"/>
            </w:pPr>
            <w:r w:rsidRPr="00FB4C7E">
              <w:t>Received, subject to individually determined rates or contracts that have been agreed upon in writing between the carrier and shipper, if applicable, otherwise to the rates, classifications</w:t>
            </w:r>
            <w:r w:rsidR="00714325">
              <w:t>,</w:t>
            </w:r>
            <w:r w:rsidRPr="00FB4C7E">
              <w:t xml:space="preserve"> and rules that have been established by the carrier and are available to the shipper, on request, and to all applicable state and federal regulations.</w:t>
            </w:r>
          </w:p>
        </w:tc>
        <w:tc>
          <w:tcPr>
            <w:tcW w:w="6137"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vAlign w:val="center"/>
          </w:tcPr>
          <w:p w:rsidR="00A06691" w:rsidRDefault="0036595F" w:rsidP="00B8500C">
            <w:r w:rsidRPr="00FB4C7E">
              <w:t xml:space="preserve">The carrier shall not make delivery of this shipment without payment of </w:t>
            </w:r>
            <w:r w:rsidR="00942BD8">
              <w:t>charges</w:t>
            </w:r>
            <w:r w:rsidR="008F0F82">
              <w:t xml:space="preserve"> </w:t>
            </w:r>
            <w:r w:rsidRPr="00FB4C7E">
              <w:t xml:space="preserve">and all other lawful </w:t>
            </w:r>
            <w:r w:rsidR="00942BD8">
              <w:t>fees</w:t>
            </w:r>
            <w:r w:rsidRPr="00FB4C7E">
              <w:t>.</w:t>
            </w:r>
          </w:p>
          <w:p w:rsidR="0036595F" w:rsidRPr="00FB4C7E" w:rsidRDefault="0036595F" w:rsidP="00B8500C">
            <w:pPr>
              <w:pStyle w:val="ShipperSignature"/>
              <w:tabs>
                <w:tab w:val="right" w:leader="underscore" w:pos="5962"/>
              </w:tabs>
            </w:pPr>
            <w:r w:rsidRPr="00A06691">
              <w:t>Shipper Signature</w:t>
            </w:r>
            <w:r w:rsidR="00E62BF6">
              <w:t xml:space="preserve"> </w:t>
            </w:r>
            <w:r w:rsidR="007F08AA">
              <w:t xml:space="preserve"> </w:t>
            </w:r>
            <w:r w:rsidR="00E62BF6" w:rsidRPr="009152A8">
              <w:tab/>
            </w:r>
          </w:p>
        </w:tc>
      </w:tr>
      <w:tr w:rsidR="007F08AA" w:rsidRPr="00FB4C7E" w:rsidTr="009152A8">
        <w:trPr>
          <w:trHeight w:val="1070"/>
        </w:trPr>
        <w:tc>
          <w:tcPr>
            <w:tcW w:w="3413" w:type="dxa"/>
            <w:gridSpan w:val="6"/>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Default="0036595F" w:rsidP="00B8500C">
            <w:pPr>
              <w:pStyle w:val="Signatureheading"/>
            </w:pPr>
            <w:r w:rsidRPr="00FB4C7E">
              <w:t>Shipper Signature/Date</w:t>
            </w:r>
          </w:p>
          <w:p w:rsidR="00A06691" w:rsidRPr="009152A8" w:rsidRDefault="00E62BF6" w:rsidP="009152A8">
            <w:pPr>
              <w:pStyle w:val="SignatureLine"/>
            </w:pPr>
            <w:r w:rsidRPr="009152A8">
              <w:tab/>
            </w:r>
          </w:p>
          <w:p w:rsidR="0036595F" w:rsidRPr="00FB4C7E" w:rsidRDefault="0036595F" w:rsidP="00B8500C">
            <w:pPr>
              <w:pStyle w:val="FinePrint"/>
            </w:pPr>
            <w:r w:rsidRPr="00FB4C7E">
              <w:t>This is to certify that the above named materials are properly classified, packaged, marked</w:t>
            </w:r>
            <w:r w:rsidR="00714325">
              <w:t>,</w:t>
            </w:r>
            <w:r w:rsidRPr="00FB4C7E">
              <w:t xml:space="preserve"> and labeled, and are in proper condition for transportation according to the applicable regulations of the DOT.</w:t>
            </w:r>
          </w:p>
        </w:tc>
        <w:tc>
          <w:tcPr>
            <w:tcW w:w="142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Heading4"/>
            </w:pPr>
            <w:r w:rsidRPr="00FB4C7E">
              <w:t>Trailer Loaded:</w:t>
            </w:r>
          </w:p>
          <w:p w:rsidR="0036595F" w:rsidRPr="00FB4C7E" w:rsidRDefault="00A06691" w:rsidP="00B8500C">
            <w:r w:rsidRPr="00CA2CD6">
              <w:rPr>
                <w:rStyle w:val="CheckBoxChar"/>
              </w:rPr>
              <w:t></w:t>
            </w:r>
            <w:r w:rsidR="0036595F" w:rsidRPr="00FB4C7E">
              <w:t xml:space="preserve"> By shipper</w:t>
            </w:r>
          </w:p>
          <w:p w:rsidR="0036595F" w:rsidRPr="00FB4C7E" w:rsidRDefault="00A06691" w:rsidP="00B8500C">
            <w:r w:rsidRPr="00CA2CD6">
              <w:rPr>
                <w:rStyle w:val="CheckBoxChar"/>
              </w:rPr>
              <w:t></w:t>
            </w:r>
            <w:r w:rsidRPr="00FB4C7E">
              <w:t xml:space="preserve"> </w:t>
            </w:r>
            <w:r w:rsidR="0036595F" w:rsidRPr="00FB4C7E">
              <w:t>By driver</w:t>
            </w:r>
          </w:p>
        </w:tc>
        <w:tc>
          <w:tcPr>
            <w:tcW w:w="2755" w:type="dxa"/>
            <w:gridSpan w:val="6"/>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Pr="00FB4C7E" w:rsidRDefault="0036595F" w:rsidP="00B8500C">
            <w:pPr>
              <w:pStyle w:val="Heading4"/>
            </w:pPr>
            <w:r w:rsidRPr="00FB4C7E">
              <w:t>Freight Counted:</w:t>
            </w:r>
          </w:p>
          <w:p w:rsidR="0036595F" w:rsidRPr="00FB4C7E" w:rsidRDefault="00A06691" w:rsidP="00B8500C">
            <w:r w:rsidRPr="00CA2CD6">
              <w:rPr>
                <w:rStyle w:val="CheckBoxChar"/>
              </w:rPr>
              <w:t></w:t>
            </w:r>
            <w:r w:rsidR="0036595F" w:rsidRPr="00FB4C7E">
              <w:t xml:space="preserve"> By shipper</w:t>
            </w:r>
          </w:p>
          <w:p w:rsidR="0036595F" w:rsidRPr="00FB4C7E" w:rsidRDefault="00A06691" w:rsidP="00B8500C">
            <w:r w:rsidRPr="00CA2CD6">
              <w:rPr>
                <w:rStyle w:val="CheckBoxChar"/>
              </w:rPr>
              <w:t></w:t>
            </w:r>
            <w:r w:rsidR="0036595F" w:rsidRPr="00FB4C7E">
              <w:t xml:space="preserve"> By driver/pallets said to contain</w:t>
            </w:r>
          </w:p>
          <w:p w:rsidR="0036595F" w:rsidRPr="00FB4C7E" w:rsidRDefault="00A06691" w:rsidP="00B8500C">
            <w:r w:rsidRPr="00CA2CD6">
              <w:rPr>
                <w:rStyle w:val="CheckBoxChar"/>
              </w:rPr>
              <w:t></w:t>
            </w:r>
            <w:r w:rsidRPr="00FB4C7E">
              <w:t xml:space="preserve"> </w:t>
            </w:r>
            <w:r w:rsidR="0036595F" w:rsidRPr="00FB4C7E">
              <w:t>By driver/pieces</w:t>
            </w:r>
          </w:p>
        </w:tc>
        <w:tc>
          <w:tcPr>
            <w:tcW w:w="3382"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Mar>
              <w:top w:w="43" w:type="dxa"/>
              <w:bottom w:w="43" w:type="dxa"/>
            </w:tcMar>
          </w:tcPr>
          <w:p w:rsidR="0036595F" w:rsidRDefault="0036595F" w:rsidP="00B8500C">
            <w:pPr>
              <w:pStyle w:val="Signatureheading"/>
            </w:pPr>
            <w:r w:rsidRPr="00FB4C7E">
              <w:t>Carrier Signature/Pickup Date</w:t>
            </w:r>
          </w:p>
          <w:p w:rsidR="00A06691" w:rsidRPr="009152A8" w:rsidRDefault="00E62BF6" w:rsidP="009152A8">
            <w:pPr>
              <w:pStyle w:val="SignatureLine"/>
            </w:pPr>
            <w:r w:rsidRPr="009152A8">
              <w:tab/>
            </w:r>
          </w:p>
          <w:p w:rsidR="0036595F" w:rsidRPr="00FB4C7E" w:rsidRDefault="0036595F" w:rsidP="00B8500C">
            <w:pPr>
              <w:pStyle w:val="FinePrint"/>
            </w:pPr>
            <w:r w:rsidRPr="00FB4C7E">
              <w:t>Carrier acknowledges receipt of packages and required placards. Carrier certifies emergency response information was made available and/or carrier has the DOT emergency response guidebook or equivalent documentation in the vehicle. Property described above is received in good order, except as noted.</w:t>
            </w:r>
          </w:p>
        </w:tc>
      </w:tr>
    </w:tbl>
    <w:p w:rsidR="0036595F" w:rsidRPr="00B8500C" w:rsidRDefault="0036595F" w:rsidP="00422668"/>
    <w:sectPr w:rsidR="0036595F" w:rsidRPr="00B8500C" w:rsidSect="009E3368">
      <w:pgSz w:w="12240" w:h="15840"/>
      <w:pgMar w:top="45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3E8"/>
    <w:rsid w:val="00072969"/>
    <w:rsid w:val="000B3AA5"/>
    <w:rsid w:val="000D5F7F"/>
    <w:rsid w:val="000E7AF5"/>
    <w:rsid w:val="001233E8"/>
    <w:rsid w:val="002A45FC"/>
    <w:rsid w:val="0036595F"/>
    <w:rsid w:val="003758D7"/>
    <w:rsid w:val="00394B8A"/>
    <w:rsid w:val="003F787D"/>
    <w:rsid w:val="00422668"/>
    <w:rsid w:val="00492BF1"/>
    <w:rsid w:val="004D59AF"/>
    <w:rsid w:val="005F5ABE"/>
    <w:rsid w:val="00714325"/>
    <w:rsid w:val="00774101"/>
    <w:rsid w:val="0078197E"/>
    <w:rsid w:val="007F08AA"/>
    <w:rsid w:val="008350B3"/>
    <w:rsid w:val="008F0F82"/>
    <w:rsid w:val="009152A8"/>
    <w:rsid w:val="00942BD8"/>
    <w:rsid w:val="009C2E35"/>
    <w:rsid w:val="009C4A98"/>
    <w:rsid w:val="009E3368"/>
    <w:rsid w:val="009E71D3"/>
    <w:rsid w:val="00A06691"/>
    <w:rsid w:val="00A12C16"/>
    <w:rsid w:val="00B8500C"/>
    <w:rsid w:val="00CA2CD6"/>
    <w:rsid w:val="00E62BF6"/>
    <w:rsid w:val="00EB23F8"/>
    <w:rsid w:val="00FB4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26B29"/>
  <w15:docId w15:val="{94A94BDB-CCCA-4FAF-842C-A4D5B820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B8500C"/>
    <w:pPr>
      <w:jc w:val="center"/>
      <w:outlineLvl w:val="0"/>
    </w:pPr>
    <w:rPr>
      <w:rFonts w:asciiTheme="majorHAnsi" w:hAnsiTheme="majorHAnsi"/>
      <w:b/>
      <w:caps/>
      <w:sz w:val="20"/>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qFormat/>
    <w:rsid w:val="00422668"/>
    <w:pPr>
      <w:jc w:val="center"/>
      <w:outlineLvl w:val="2"/>
    </w:pPr>
    <w:rPr>
      <w:rFonts w:asciiTheme="majorHAnsi" w:hAnsiTheme="majorHAnsi"/>
      <w:b/>
      <w:caps/>
    </w:rPr>
  </w:style>
  <w:style w:type="paragraph" w:styleId="Heading4">
    <w:name w:val="heading 4"/>
    <w:basedOn w:val="Normal"/>
    <w:next w:val="Normal"/>
    <w:qFormat/>
    <w:rsid w:val="00B8500C"/>
    <w:pPr>
      <w:outlineLvl w:val="3"/>
    </w:pPr>
    <w:rPr>
      <w:b/>
    </w:rPr>
  </w:style>
  <w:style w:type="paragraph" w:styleId="Heading5">
    <w:name w:val="heading 5"/>
    <w:basedOn w:val="Normal"/>
    <w:next w:val="Normal"/>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atureLine">
    <w:name w:val="Signature Line"/>
    <w:basedOn w:val="Normal"/>
    <w:qFormat/>
    <w:rsid w:val="00B8500C"/>
    <w:pPr>
      <w:tabs>
        <w:tab w:val="right" w:leader="underscore" w:pos="3120"/>
      </w:tabs>
    </w:pPr>
  </w:style>
  <w:style w:type="paragraph" w:styleId="BalloonText">
    <w:name w:val="Balloon Text"/>
    <w:basedOn w:val="Normal"/>
    <w:semiHidden/>
    <w:rsid w:val="00FB4C7E"/>
    <w:rPr>
      <w:rFonts w:cs="Tahoma"/>
      <w:szCs w:val="16"/>
    </w:rPr>
  </w:style>
  <w:style w:type="paragraph" w:customStyle="1" w:styleId="FinePrint">
    <w:name w:val="Fine Print"/>
    <w:basedOn w:val="Normal"/>
    <w:link w:val="FinePrintChar"/>
    <w:qFormat/>
    <w:rsid w:val="008350B3"/>
    <w:rPr>
      <w:sz w:val="12"/>
    </w:rPr>
  </w:style>
  <w:style w:type="character" w:customStyle="1" w:styleId="FinePrintChar">
    <w:name w:val="Fine Print Char"/>
    <w:basedOn w:val="DefaultParagraphFont"/>
    <w:link w:val="FinePrint"/>
    <w:rsid w:val="008350B3"/>
    <w:rPr>
      <w:rFonts w:ascii="Tahoma" w:hAnsi="Tahoma"/>
      <w:sz w:val="12"/>
      <w:szCs w:val="24"/>
      <w:lang w:val="en-US" w:eastAsia="en-US" w:bidi="ar-SA"/>
    </w:rPr>
  </w:style>
  <w:style w:type="paragraph" w:customStyle="1" w:styleId="Centered">
    <w:name w:val="Centered"/>
    <w:basedOn w:val="Normal"/>
    <w:qFormat/>
    <w:rsid w:val="003758D7"/>
    <w:pPr>
      <w:jc w:val="center"/>
    </w:pPr>
  </w:style>
  <w:style w:type="paragraph" w:customStyle="1" w:styleId="CheckBox">
    <w:name w:val="Check Box"/>
    <w:basedOn w:val="Normal"/>
    <w:link w:val="CheckBoxChar"/>
    <w:qFormat/>
    <w:rsid w:val="00A06691"/>
    <w:rPr>
      <w:rFonts w:ascii="Wingdings" w:hAnsi="Wingdings"/>
      <w:color w:val="333333"/>
      <w:sz w:val="20"/>
    </w:rPr>
  </w:style>
  <w:style w:type="character" w:customStyle="1" w:styleId="CheckBoxChar">
    <w:name w:val="Check Box Char"/>
    <w:basedOn w:val="DefaultParagraphFont"/>
    <w:link w:val="CheckBox"/>
    <w:rsid w:val="00A06691"/>
    <w:rPr>
      <w:rFonts w:ascii="Wingdings" w:hAnsi="Wingdings"/>
      <w:color w:val="333333"/>
      <w:szCs w:val="24"/>
      <w:lang w:val="en-US" w:eastAsia="en-US" w:bidi="ar-SA"/>
    </w:rPr>
  </w:style>
  <w:style w:type="paragraph" w:customStyle="1" w:styleId="Lines">
    <w:name w:val="Lines"/>
    <w:basedOn w:val="Normal"/>
    <w:link w:val="LinesChar"/>
    <w:unhideWhenUsed/>
    <w:qFormat/>
    <w:rsid w:val="009152A8"/>
    <w:rPr>
      <w:color w:val="7F7F7F" w:themeColor="text1" w:themeTint="80"/>
      <w:sz w:val="12"/>
    </w:rPr>
  </w:style>
  <w:style w:type="character" w:customStyle="1" w:styleId="LinesChar">
    <w:name w:val="Lines Char"/>
    <w:basedOn w:val="DefaultParagraphFont"/>
    <w:link w:val="Lines"/>
    <w:rsid w:val="00422668"/>
    <w:rPr>
      <w:rFonts w:asciiTheme="minorHAnsi" w:hAnsiTheme="minorHAnsi"/>
      <w:color w:val="7F7F7F" w:themeColor="text1" w:themeTint="80"/>
      <w:sz w:val="12"/>
      <w:szCs w:val="24"/>
    </w:rPr>
  </w:style>
  <w:style w:type="paragraph" w:customStyle="1" w:styleId="Terms">
    <w:name w:val="Terms"/>
    <w:basedOn w:val="Normal"/>
    <w:unhideWhenUsed/>
    <w:qFormat/>
    <w:rsid w:val="009C4A98"/>
    <w:pPr>
      <w:spacing w:before="40"/>
    </w:pPr>
  </w:style>
  <w:style w:type="paragraph" w:customStyle="1" w:styleId="ShipperSignature">
    <w:name w:val="Shipper Signature"/>
    <w:basedOn w:val="Normal"/>
    <w:link w:val="ShipperSignatureChar"/>
    <w:qFormat/>
    <w:rsid w:val="00A06691"/>
    <w:pPr>
      <w:spacing w:before="40"/>
    </w:pPr>
    <w:rPr>
      <w:b/>
    </w:rPr>
  </w:style>
  <w:style w:type="character" w:customStyle="1" w:styleId="ShipperSignatureChar">
    <w:name w:val="Shipper Signature Char"/>
    <w:basedOn w:val="DefaultParagraphFont"/>
    <w:link w:val="ShipperSignature"/>
    <w:rsid w:val="00A06691"/>
    <w:rPr>
      <w:rFonts w:ascii="Tahoma" w:hAnsi="Tahoma"/>
      <w:b/>
      <w:sz w:val="16"/>
      <w:szCs w:val="24"/>
      <w:lang w:val="en-US" w:eastAsia="en-US" w:bidi="ar-SA"/>
    </w:rPr>
  </w:style>
  <w:style w:type="paragraph" w:customStyle="1" w:styleId="BarCode">
    <w:name w:val="Bar Code"/>
    <w:basedOn w:val="Normal"/>
    <w:qFormat/>
    <w:rsid w:val="00B8500C"/>
    <w:pPr>
      <w:spacing w:before="80" w:after="80"/>
      <w:jc w:val="center"/>
    </w:pPr>
    <w:rPr>
      <w:b/>
      <w:caps/>
      <w:outline/>
      <w:color w:val="FFFFFF" w:themeColor="background1"/>
      <w:sz w:val="24"/>
      <w14:textOutline w14:w="9525" w14:cap="flat" w14:cmpd="sng" w14:algn="ctr">
        <w14:solidFill>
          <w14:schemeClr w14:val="bg1">
            <w14:lumMod w14:val="50000"/>
          </w14:schemeClr>
        </w14:solidFill>
        <w14:prstDash w14:val="solid"/>
        <w14:round/>
      </w14:textOutline>
      <w14:textFill>
        <w14:noFill/>
      </w14:textFill>
    </w:rPr>
  </w:style>
  <w:style w:type="paragraph" w:customStyle="1" w:styleId="Signatureheading">
    <w:name w:val="Signature heading"/>
    <w:basedOn w:val="Normal"/>
    <w:qFormat/>
    <w:rsid w:val="00B8500C"/>
    <w:pPr>
      <w:spacing w:after="120"/>
    </w:pPr>
    <w:rPr>
      <w:b/>
      <w:bCs/>
      <w:szCs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Bill%20of%20la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A6524644E242F4B5ECDF63EBCC9342"/>
        <w:category>
          <w:name w:val="General"/>
          <w:gallery w:val="placeholder"/>
        </w:category>
        <w:types>
          <w:type w:val="bbPlcHdr"/>
        </w:types>
        <w:behaviors>
          <w:behavior w:val="content"/>
        </w:behaviors>
        <w:guid w:val="{638D9D2A-5074-4C37-BDC1-2EA371C6B29E}"/>
      </w:docPartPr>
      <w:docPartBody>
        <w:p w:rsidR="00541495" w:rsidRDefault="003A6A75">
          <w:pPr>
            <w:pStyle w:val="C8A6524644E242F4B5ECDF63EBCC9342"/>
          </w:pPr>
          <w:r>
            <w:t>[Click to select date]</w:t>
          </w:r>
        </w:p>
      </w:docPartBody>
    </w:docPart>
    <w:docPart>
      <w:docPartPr>
        <w:name w:val="1713AC940832405BA1705AB14C5CAB0A"/>
        <w:category>
          <w:name w:val="General"/>
          <w:gallery w:val="placeholder"/>
        </w:category>
        <w:types>
          <w:type w:val="bbPlcHdr"/>
        </w:types>
        <w:behaviors>
          <w:behavior w:val="content"/>
        </w:behaviors>
        <w:guid w:val="{D5212D39-F91C-43E5-88B9-CFF3B42BBE5E}"/>
      </w:docPartPr>
      <w:docPartBody>
        <w:p w:rsidR="00541495" w:rsidRDefault="003A6A75">
          <w:pPr>
            <w:pStyle w:val="1713AC940832405BA1705AB14C5CAB0A"/>
          </w:pPr>
          <w:r>
            <w:t>[Name]</w:t>
          </w:r>
        </w:p>
      </w:docPartBody>
    </w:docPart>
    <w:docPart>
      <w:docPartPr>
        <w:name w:val="662E0B1B2D4D49D98C95E7D9B2EB6D85"/>
        <w:category>
          <w:name w:val="General"/>
          <w:gallery w:val="placeholder"/>
        </w:category>
        <w:types>
          <w:type w:val="bbPlcHdr"/>
        </w:types>
        <w:behaviors>
          <w:behavior w:val="content"/>
        </w:behaviors>
        <w:guid w:val="{74BD32CF-37E3-4FF4-841D-8945C2993403}"/>
      </w:docPartPr>
      <w:docPartBody>
        <w:p w:rsidR="00541495" w:rsidRDefault="003A6A75">
          <w:pPr>
            <w:pStyle w:val="662E0B1B2D4D49D98C95E7D9B2EB6D85"/>
          </w:pPr>
          <w:r>
            <w:t>[Street Address]</w:t>
          </w:r>
        </w:p>
      </w:docPartBody>
    </w:docPart>
    <w:docPart>
      <w:docPartPr>
        <w:name w:val="26C7900BABCC49959D81C0FFDBE138DE"/>
        <w:category>
          <w:name w:val="General"/>
          <w:gallery w:val="placeholder"/>
        </w:category>
        <w:types>
          <w:type w:val="bbPlcHdr"/>
        </w:types>
        <w:behaviors>
          <w:behavior w:val="content"/>
        </w:behaviors>
        <w:guid w:val="{2B5CF760-A5ED-4FEA-817E-4866D40D505F}"/>
      </w:docPartPr>
      <w:docPartBody>
        <w:p w:rsidR="00541495" w:rsidRDefault="003A6A75">
          <w:pPr>
            <w:pStyle w:val="26C7900BABCC49959D81C0FFDBE138DE"/>
          </w:pPr>
          <w:r>
            <w:t>[City, ST  ZIP Code]</w:t>
          </w:r>
        </w:p>
      </w:docPartBody>
    </w:docPart>
    <w:docPart>
      <w:docPartPr>
        <w:name w:val="3A874C4B822147EB94E6F761B6E4DA00"/>
        <w:category>
          <w:name w:val="General"/>
          <w:gallery w:val="placeholder"/>
        </w:category>
        <w:types>
          <w:type w:val="bbPlcHdr"/>
        </w:types>
        <w:behaviors>
          <w:behavior w:val="content"/>
        </w:behaviors>
        <w:guid w:val="{C713DC45-7993-4D42-BE87-4C79A9C05B39}"/>
      </w:docPartPr>
      <w:docPartBody>
        <w:p w:rsidR="00541495" w:rsidRDefault="003A6A75">
          <w:pPr>
            <w:pStyle w:val="3A874C4B822147EB94E6F761B6E4DA00"/>
          </w:pPr>
          <w:r>
            <w:t>[Name]</w:t>
          </w:r>
        </w:p>
      </w:docPartBody>
    </w:docPart>
    <w:docPart>
      <w:docPartPr>
        <w:name w:val="F8266FD2B23446FCADEDB3DE65DFDF0A"/>
        <w:category>
          <w:name w:val="General"/>
          <w:gallery w:val="placeholder"/>
        </w:category>
        <w:types>
          <w:type w:val="bbPlcHdr"/>
        </w:types>
        <w:behaviors>
          <w:behavior w:val="content"/>
        </w:behaviors>
        <w:guid w:val="{DA04981E-AAF4-43C5-98E0-25F38E650437}"/>
      </w:docPartPr>
      <w:docPartBody>
        <w:p w:rsidR="00541495" w:rsidRDefault="003A6A75">
          <w:pPr>
            <w:pStyle w:val="F8266FD2B23446FCADEDB3DE65DFDF0A"/>
          </w:pPr>
          <w:r>
            <w:t>[Street Address]</w:t>
          </w:r>
        </w:p>
      </w:docPartBody>
    </w:docPart>
    <w:docPart>
      <w:docPartPr>
        <w:name w:val="B740B604903F44C4B28BE0BFBF4D46CF"/>
        <w:category>
          <w:name w:val="General"/>
          <w:gallery w:val="placeholder"/>
        </w:category>
        <w:types>
          <w:type w:val="bbPlcHdr"/>
        </w:types>
        <w:behaviors>
          <w:behavior w:val="content"/>
        </w:behaviors>
        <w:guid w:val="{415F4067-7CA1-46AA-9178-CE4D4F1F1AB9}"/>
      </w:docPartPr>
      <w:docPartBody>
        <w:p w:rsidR="00541495" w:rsidRDefault="003A6A75">
          <w:pPr>
            <w:pStyle w:val="B740B604903F44C4B28BE0BFBF4D46CF"/>
          </w:pPr>
          <w:r>
            <w:t>[City, ST  ZIP Code]</w:t>
          </w:r>
        </w:p>
      </w:docPartBody>
    </w:docPart>
    <w:docPart>
      <w:docPartPr>
        <w:name w:val="68F88C51AEB740359A8DBB2DAD4A8CE3"/>
        <w:category>
          <w:name w:val="General"/>
          <w:gallery w:val="placeholder"/>
        </w:category>
        <w:types>
          <w:type w:val="bbPlcHdr"/>
        </w:types>
        <w:behaviors>
          <w:behavior w:val="content"/>
        </w:behaviors>
        <w:guid w:val="{3199BC17-307C-4568-B23F-1729A2F6D08C}"/>
      </w:docPartPr>
      <w:docPartBody>
        <w:p w:rsidR="00541495" w:rsidRDefault="003A6A75">
          <w:pPr>
            <w:pStyle w:val="68F88C51AEB740359A8DBB2DAD4A8CE3"/>
          </w:pPr>
          <w:r>
            <w:t>[Name]</w:t>
          </w:r>
        </w:p>
      </w:docPartBody>
    </w:docPart>
    <w:docPart>
      <w:docPartPr>
        <w:name w:val="309EAC5DEA8643AF995A9173460D21DD"/>
        <w:category>
          <w:name w:val="General"/>
          <w:gallery w:val="placeholder"/>
        </w:category>
        <w:types>
          <w:type w:val="bbPlcHdr"/>
        </w:types>
        <w:behaviors>
          <w:behavior w:val="content"/>
        </w:behaviors>
        <w:guid w:val="{74912AA5-A3EC-48C2-8D08-C3A2D9AE2B63}"/>
      </w:docPartPr>
      <w:docPartBody>
        <w:p w:rsidR="00541495" w:rsidRDefault="003A6A75">
          <w:pPr>
            <w:pStyle w:val="309EAC5DEA8643AF995A9173460D21DD"/>
          </w:pPr>
          <w:r>
            <w:t>[Street Address]</w:t>
          </w:r>
        </w:p>
      </w:docPartBody>
    </w:docPart>
    <w:docPart>
      <w:docPartPr>
        <w:name w:val="EE30521852904F5FA3DC8307F1D20F59"/>
        <w:category>
          <w:name w:val="General"/>
          <w:gallery w:val="placeholder"/>
        </w:category>
        <w:types>
          <w:type w:val="bbPlcHdr"/>
        </w:types>
        <w:behaviors>
          <w:behavior w:val="content"/>
        </w:behaviors>
        <w:guid w:val="{6C2CD8A0-2D92-4F0B-98E5-EB721F688BD2}"/>
      </w:docPartPr>
      <w:docPartBody>
        <w:p w:rsidR="00541495" w:rsidRDefault="003A6A75">
          <w:pPr>
            <w:pStyle w:val="EE30521852904F5FA3DC8307F1D20F59"/>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75"/>
    <w:rsid w:val="003A6A75"/>
    <w:rsid w:val="00456CB0"/>
    <w:rsid w:val="00541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A6524644E242F4B5ECDF63EBCC9342">
    <w:name w:val="C8A6524644E242F4B5ECDF63EBCC9342"/>
  </w:style>
  <w:style w:type="paragraph" w:customStyle="1" w:styleId="1713AC940832405BA1705AB14C5CAB0A">
    <w:name w:val="1713AC940832405BA1705AB14C5CAB0A"/>
  </w:style>
  <w:style w:type="paragraph" w:customStyle="1" w:styleId="662E0B1B2D4D49D98C95E7D9B2EB6D85">
    <w:name w:val="662E0B1B2D4D49D98C95E7D9B2EB6D85"/>
  </w:style>
  <w:style w:type="paragraph" w:customStyle="1" w:styleId="26C7900BABCC49959D81C0FFDBE138DE">
    <w:name w:val="26C7900BABCC49959D81C0FFDBE138DE"/>
  </w:style>
  <w:style w:type="paragraph" w:customStyle="1" w:styleId="3A874C4B822147EB94E6F761B6E4DA00">
    <w:name w:val="3A874C4B822147EB94E6F761B6E4DA00"/>
  </w:style>
  <w:style w:type="paragraph" w:customStyle="1" w:styleId="F8266FD2B23446FCADEDB3DE65DFDF0A">
    <w:name w:val="F8266FD2B23446FCADEDB3DE65DFDF0A"/>
  </w:style>
  <w:style w:type="paragraph" w:customStyle="1" w:styleId="B740B604903F44C4B28BE0BFBF4D46CF">
    <w:name w:val="B740B604903F44C4B28BE0BFBF4D46CF"/>
  </w:style>
  <w:style w:type="paragraph" w:customStyle="1" w:styleId="68F88C51AEB740359A8DBB2DAD4A8CE3">
    <w:name w:val="68F88C51AEB740359A8DBB2DAD4A8CE3"/>
  </w:style>
  <w:style w:type="paragraph" w:customStyle="1" w:styleId="309EAC5DEA8643AF995A9173460D21DD">
    <w:name w:val="309EAC5DEA8643AF995A9173460D21DD"/>
  </w:style>
  <w:style w:type="paragraph" w:customStyle="1" w:styleId="EE30521852904F5FA3DC8307F1D20F59">
    <w:name w:val="EE30521852904F5FA3DC8307F1D20F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Bill of lading.dotx</Template>
  <TotalTime>0</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Bill of lading</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Alex</dc:creator>
  <cp:keywords/>
  <cp:lastModifiedBy>Alex</cp:lastModifiedBy>
  <cp:revision>2</cp:revision>
  <cp:lastPrinted>2003-12-15T18:50:00Z</cp:lastPrinted>
  <dcterms:created xsi:type="dcterms:W3CDTF">2018-06-05T10:21:00Z</dcterms:created>
  <dcterms:modified xsi:type="dcterms:W3CDTF">2018-06-05T10:21:00Z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ies>
</file>