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568693023"/>
        <w:placeholder>
          <w:docPart w:val="4D58D2983E204ECC82D1DD96A88A16D2"/>
        </w:placeholder>
        <w:temporary/>
        <w:showingPlcHdr/>
        <w15:appearance w15:val="hidden"/>
      </w:sdtPr>
      <w:sdtEndPr/>
      <w:sdtContent>
        <w:p w:rsidR="00EF36A5" w:rsidRPr="00AB4981" w:rsidRDefault="00EF36A5" w:rsidP="00AB4981">
          <w:pPr>
            <w:pStyle w:val="Title"/>
          </w:pPr>
          <w:r w:rsidRPr="00AB4981">
            <w:rPr>
              <w:rStyle w:val="TitleChar"/>
              <w:b/>
              <w:caps/>
            </w:rPr>
            <w:t>[Meeting Name]</w:t>
          </w:r>
        </w:p>
      </w:sdtContent>
    </w:sdt>
    <w:p w:rsidR="00EF36A5" w:rsidRPr="00303AE1" w:rsidRDefault="00D0550B" w:rsidP="00AB4981">
      <w:pPr>
        <w:pStyle w:val="Title"/>
        <w:rPr>
          <w:b w:val="0"/>
        </w:rPr>
      </w:pPr>
      <w:r>
        <w:rPr>
          <w:b w:val="0"/>
        </w:rPr>
        <w:t>Agenda</w:t>
      </w:r>
    </w:p>
    <w:p w:rsidR="00EF36A5" w:rsidRPr="00AB4981" w:rsidRDefault="00EF36A5" w:rsidP="00AB4981">
      <w:pPr>
        <w:pStyle w:val="Details"/>
      </w:pPr>
      <w:r w:rsidRPr="00AB4981">
        <w:rPr>
          <w:b/>
        </w:rPr>
        <w:t>Date</w:t>
      </w:r>
      <w:r w:rsidRPr="00AB4981">
        <w:t xml:space="preserve">: </w:t>
      </w:r>
      <w:sdt>
        <w:sdtPr>
          <w:id w:val="1269902186"/>
          <w:placeholder>
            <w:docPart w:val="8006A5FC9D9A4113865B692FB54ADE65"/>
          </w:placeholder>
          <w:temporary/>
          <w:showingPlcHdr/>
          <w15:appearance w15:val="hidden"/>
        </w:sdtPr>
        <w:sdtEndPr/>
        <w:sdtContent>
          <w:r w:rsidRPr="00AB4981">
            <w:t>[Date]</w:t>
          </w:r>
        </w:sdtContent>
      </w:sdt>
    </w:p>
    <w:p w:rsidR="00EF36A5" w:rsidRPr="00AB4981" w:rsidRDefault="00EF36A5" w:rsidP="00AB4981">
      <w:pPr>
        <w:pStyle w:val="Details"/>
      </w:pPr>
      <w:r w:rsidRPr="00AB4981">
        <w:rPr>
          <w:b/>
        </w:rPr>
        <w:t>Time</w:t>
      </w:r>
      <w:r w:rsidRPr="00AB4981">
        <w:t xml:space="preserve">: </w:t>
      </w:r>
      <w:sdt>
        <w:sdtPr>
          <w:id w:val="1565979876"/>
          <w:placeholder>
            <w:docPart w:val="3D1C063E237248358CEFC15AA0693783"/>
          </w:placeholder>
          <w:temporary/>
          <w:showingPlcHdr/>
          <w15:appearance w15:val="hidden"/>
        </w:sdtPr>
        <w:sdtEndPr/>
        <w:sdtContent>
          <w:r w:rsidRPr="00AB4981">
            <w:t>[Time]</w:t>
          </w:r>
        </w:sdtContent>
      </w:sdt>
    </w:p>
    <w:p w:rsidR="00EF36A5" w:rsidRPr="00AB4981" w:rsidRDefault="00EF36A5" w:rsidP="00AB4981">
      <w:pPr>
        <w:pStyle w:val="Details"/>
      </w:pPr>
      <w:r w:rsidRPr="00AB4981">
        <w:rPr>
          <w:b/>
        </w:rPr>
        <w:t>Facilitator</w:t>
      </w:r>
      <w:r w:rsidRPr="00AB4981">
        <w:t xml:space="preserve">: </w:t>
      </w:r>
      <w:sdt>
        <w:sdtPr>
          <w:id w:val="1253087018"/>
          <w:placeholder>
            <w:docPart w:val="0FED9EE00DA24547AAE0BE5AED2630AF"/>
          </w:placeholder>
          <w:temporary/>
          <w:showingPlcHdr/>
          <w15:appearance w15:val="hidden"/>
        </w:sdtPr>
        <w:sdtEndPr/>
        <w:sdtContent>
          <w:r w:rsidRPr="00AB4981">
            <w:t>[Facilitator]</w:t>
          </w:r>
        </w:sdtContent>
      </w:sdt>
    </w:p>
    <w:p w:rsidR="00CA6B4F" w:rsidRPr="00CA6B4F" w:rsidRDefault="00992A89" w:rsidP="00AB4981">
      <w:pPr>
        <w:pStyle w:val="Heading1"/>
      </w:pPr>
      <w:sdt>
        <w:sdtPr>
          <w:alias w:val="Board:"/>
          <w:tag w:val="Board:"/>
          <w:id w:val="-1711491712"/>
          <w:placeholder>
            <w:docPart w:val="07BAAB9682784CC3B3BBB74A789742BB"/>
          </w:placeholder>
          <w:temporary/>
          <w:showingPlcHdr/>
          <w15:appearance w15:val="hidden"/>
        </w:sdtPr>
        <w:sdtEndPr/>
        <w:sdtContent>
          <w:bookmarkStart w:id="0" w:name="_GoBack"/>
          <w:r w:rsidR="00CA6B4F" w:rsidRPr="00CA6B4F">
            <w:t>Board</w:t>
          </w:r>
          <w:r w:rsidR="00D0550B">
            <w:t xml:space="preserve"> members</w:t>
          </w:r>
          <w:bookmarkEnd w:id="0"/>
        </w:sdtContent>
      </w:sdt>
    </w:p>
    <w:p w:rsidR="00D0550B" w:rsidRDefault="00992A89" w:rsidP="00D0550B">
      <w:sdt>
        <w:sdtPr>
          <w:alias w:val="Enter board member name and title 1:"/>
          <w:tag w:val="Enter board member name and title 1:"/>
          <w:id w:val="-176889407"/>
          <w:placeholder>
            <w:docPart w:val="81139D505C4447C09CC128F615AB4343"/>
          </w:placeholder>
          <w:temporary/>
          <w:showingPlcHdr/>
          <w15:appearance w15:val="hidden"/>
        </w:sdtPr>
        <w:sdtEndPr/>
        <w:sdtContent>
          <w:r w:rsidR="00D0550B" w:rsidRPr="00D0550B">
            <w:t>Name, Title 1</w:t>
          </w:r>
        </w:sdtContent>
      </w:sdt>
      <w:r w:rsidR="00D0550B" w:rsidRPr="00D0550B">
        <w:t xml:space="preserve"> | </w:t>
      </w:r>
      <w:sdt>
        <w:sdtPr>
          <w:alias w:val="Enter board member name and title 2:"/>
          <w:tag w:val="Enter board member name and title 2:"/>
          <w:id w:val="-1590685592"/>
          <w:placeholder>
            <w:docPart w:val="77900DFA794D46BE97B34BA78BE0D3C1"/>
          </w:placeholder>
          <w:temporary/>
          <w:showingPlcHdr/>
          <w15:appearance w15:val="hidden"/>
        </w:sdtPr>
        <w:sdtEndPr/>
        <w:sdtContent>
          <w:r w:rsidR="00D0550B" w:rsidRPr="00D0550B">
            <w:t>Name, Title 2</w:t>
          </w:r>
        </w:sdtContent>
      </w:sdt>
      <w:r w:rsidR="00D0550B" w:rsidRPr="00D0550B">
        <w:t xml:space="preserve"> | </w:t>
      </w:r>
      <w:sdt>
        <w:sdtPr>
          <w:alias w:val="Enter board member name and title 3:"/>
          <w:tag w:val="Enter board member name and title 3:"/>
          <w:id w:val="1128045430"/>
          <w:placeholder>
            <w:docPart w:val="BBFE6CA1B351469BABBB7EFB40BC9F1A"/>
          </w:placeholder>
          <w:temporary/>
          <w:showingPlcHdr/>
          <w15:appearance w15:val="hidden"/>
        </w:sdtPr>
        <w:sdtEndPr/>
        <w:sdtContent>
          <w:r w:rsidR="00D0550B" w:rsidRPr="00D0550B">
            <w:t>Name, Title 3</w:t>
          </w:r>
        </w:sdtContent>
      </w:sdt>
      <w:r w:rsidR="00D0550B" w:rsidRPr="00D0550B">
        <w:t xml:space="preserve"> | </w:t>
      </w:r>
      <w:sdt>
        <w:sdtPr>
          <w:alias w:val="Enter board member name and title 4:"/>
          <w:tag w:val="Enter board member name and title 4:"/>
          <w:id w:val="206071399"/>
          <w:placeholder>
            <w:docPart w:val="1B8A20DD2BAE4DAB8AFC890238920150"/>
          </w:placeholder>
          <w:temporary/>
          <w:showingPlcHdr/>
          <w15:appearance w15:val="hidden"/>
        </w:sdtPr>
        <w:sdtEndPr/>
        <w:sdtContent>
          <w:r w:rsidR="00D0550B" w:rsidRPr="00D0550B">
            <w:t>Name, Title 4</w:t>
          </w:r>
        </w:sdtContent>
      </w:sdt>
      <w:r w:rsidR="00D0550B" w:rsidRPr="00D0550B">
        <w:t xml:space="preserve"> | </w:t>
      </w:r>
      <w:sdt>
        <w:sdtPr>
          <w:alias w:val="Enter board member name and title 5:"/>
          <w:tag w:val="Enter board member name and title 5:"/>
          <w:id w:val="-421643801"/>
          <w:placeholder>
            <w:docPart w:val="09D9BD6599784B948BC3F7EB45A57035"/>
          </w:placeholder>
          <w:temporary/>
          <w:showingPlcHdr/>
          <w15:appearance w15:val="hidden"/>
        </w:sdtPr>
        <w:sdtEndPr/>
        <w:sdtContent>
          <w:r w:rsidR="00D0550B" w:rsidRPr="00D0550B">
            <w:t>Name, Title 5</w:t>
          </w:r>
        </w:sdtContent>
      </w:sdt>
      <w:r w:rsidR="00D0550B" w:rsidRPr="00D0550B">
        <w:t xml:space="preserve"> | </w:t>
      </w:r>
      <w:sdt>
        <w:sdtPr>
          <w:alias w:val="Enter board member name and title 6:"/>
          <w:tag w:val="Enter board member name and title 6:"/>
          <w:id w:val="140398353"/>
          <w:placeholder>
            <w:docPart w:val="4B87D290277F43A38A688DD12C03C198"/>
          </w:placeholder>
          <w:temporary/>
          <w:showingPlcHdr/>
          <w15:appearance w15:val="hidden"/>
        </w:sdtPr>
        <w:sdtEndPr/>
        <w:sdtContent>
          <w:r w:rsidR="00D0550B" w:rsidRPr="00D0550B">
            <w:t>Name, Title 6</w:t>
          </w:r>
        </w:sdtContent>
      </w:sdt>
      <w:r w:rsidR="00D0550B" w:rsidRPr="00D0550B">
        <w:t xml:space="preserve"> | </w:t>
      </w:r>
      <w:sdt>
        <w:sdtPr>
          <w:alias w:val="Enter board member name and title 7:"/>
          <w:tag w:val="Enter board member name and title 7:"/>
          <w:id w:val="-698622813"/>
          <w:placeholder>
            <w:docPart w:val="0494F6B0A6D1490A9601EC4A1EF427B2"/>
          </w:placeholder>
          <w:temporary/>
          <w:showingPlcHdr/>
          <w15:appearance w15:val="hidden"/>
        </w:sdtPr>
        <w:sdtEndPr/>
        <w:sdtContent>
          <w:r w:rsidR="00D0550B" w:rsidRPr="00D0550B">
            <w:t>Name, Title 7</w:t>
          </w:r>
        </w:sdtContent>
      </w:sdt>
      <w:r w:rsidR="00D0550B" w:rsidRPr="00D0550B">
        <w:t xml:space="preserve"> | </w:t>
      </w:r>
      <w:sdt>
        <w:sdtPr>
          <w:alias w:val="Enter board member name and title 8:"/>
          <w:tag w:val="Enter board member name and title 8:"/>
          <w:id w:val="211782134"/>
          <w:placeholder>
            <w:docPart w:val="F0E2750286C9465D88D9E374BBF2845B"/>
          </w:placeholder>
          <w:temporary/>
          <w:showingPlcHdr/>
          <w15:appearance w15:val="hidden"/>
        </w:sdtPr>
        <w:sdtEndPr/>
        <w:sdtContent>
          <w:r w:rsidR="00D0550B" w:rsidRPr="00D0550B">
            <w:t>Name, Title 8</w:t>
          </w:r>
        </w:sdtContent>
      </w:sdt>
      <w:r w:rsidR="00D0550B" w:rsidRPr="00D0550B">
        <w:t xml:space="preserve"> | </w:t>
      </w:r>
      <w:sdt>
        <w:sdtPr>
          <w:alias w:val="Enter board member name and title 9:"/>
          <w:tag w:val="Enter board member name and title 9:"/>
          <w:id w:val="2052960354"/>
          <w:placeholder>
            <w:docPart w:val="6FFFCCBD015849DCA185BC1668E772AF"/>
          </w:placeholder>
          <w:temporary/>
          <w:showingPlcHdr/>
          <w15:appearance w15:val="hidden"/>
        </w:sdtPr>
        <w:sdtEndPr/>
        <w:sdtContent>
          <w:r w:rsidR="00D0550B" w:rsidRPr="00D0550B">
            <w:t>Name, Title 9</w:t>
          </w:r>
        </w:sdtContent>
      </w:sdt>
      <w:r w:rsidR="00D0550B" w:rsidRPr="00D0550B">
        <w:t xml:space="preserve"> | </w:t>
      </w:r>
      <w:sdt>
        <w:sdtPr>
          <w:alias w:val="Enter board member name and title 10:"/>
          <w:tag w:val="Enter board member name and title 10:"/>
          <w:id w:val="-679268669"/>
          <w:placeholder>
            <w:docPart w:val="64CE3CA63EC54B59AF185FEE10A8DA79"/>
          </w:placeholder>
          <w:temporary/>
          <w:showingPlcHdr/>
          <w15:appearance w15:val="hidden"/>
        </w:sdtPr>
        <w:sdtEndPr/>
        <w:sdtContent>
          <w:r w:rsidR="00D0550B" w:rsidRPr="00D0550B">
            <w:t>Name, Title 10</w:t>
          </w:r>
        </w:sdtContent>
      </w:sdt>
      <w:r w:rsidR="00D0550B" w:rsidRPr="00D0550B">
        <w:t xml:space="preserve"> | </w:t>
      </w:r>
      <w:sdt>
        <w:sdtPr>
          <w:alias w:val="Enter board member name and title 11:"/>
          <w:tag w:val="Enter board member name and title 11:"/>
          <w:id w:val="1289005943"/>
          <w:placeholder>
            <w:docPart w:val="9C0C1CD1E7D7489A8C082AB7BE73AE2D"/>
          </w:placeholder>
          <w:temporary/>
          <w:showingPlcHdr/>
          <w15:appearance w15:val="hidden"/>
        </w:sdtPr>
        <w:sdtEndPr/>
        <w:sdtContent>
          <w:r w:rsidR="00D0550B" w:rsidRPr="00D0550B">
            <w:t>Name, Title 11</w:t>
          </w:r>
        </w:sdtContent>
      </w:sdt>
      <w:r w:rsidR="00D0550B" w:rsidRPr="00D0550B">
        <w:t xml:space="preserve"> | </w:t>
      </w:r>
      <w:sdt>
        <w:sdtPr>
          <w:alias w:val="Enter board member name and title 12:"/>
          <w:tag w:val="Enter board member name and title 12:"/>
          <w:id w:val="-1259128237"/>
          <w:placeholder>
            <w:docPart w:val="16B7A76D043F4C76836518D6885099AA"/>
          </w:placeholder>
          <w:temporary/>
          <w:showingPlcHdr/>
          <w15:appearance w15:val="hidden"/>
        </w:sdtPr>
        <w:sdtEndPr/>
        <w:sdtContent>
          <w:r w:rsidR="00D0550B" w:rsidRPr="00D0550B">
            <w:t>Name, Title 12</w:t>
          </w:r>
        </w:sdtContent>
      </w:sdt>
      <w:r w:rsidR="00D0550B" w:rsidRPr="00D0550B">
        <w:t xml:space="preserve"> | </w:t>
      </w:r>
      <w:sdt>
        <w:sdtPr>
          <w:alias w:val="Enter board member name and title 13:"/>
          <w:tag w:val="Enter board member name and title 13:"/>
          <w:id w:val="-1985000249"/>
          <w:placeholder>
            <w:docPart w:val="0FAF4566516E4682908446234E0D7B75"/>
          </w:placeholder>
          <w:temporary/>
          <w:showingPlcHdr/>
          <w15:appearance w15:val="hidden"/>
        </w:sdtPr>
        <w:sdtEndPr/>
        <w:sdtContent>
          <w:r w:rsidR="00D0550B" w:rsidRPr="00D0550B">
            <w:t>Name, Title 13</w:t>
          </w:r>
        </w:sdtContent>
      </w:sdt>
    </w:p>
    <w:p w:rsidR="00D0550B" w:rsidRPr="00D0550B" w:rsidRDefault="00D0550B" w:rsidP="00D0550B"/>
    <w:tbl>
      <w:tblPr>
        <w:tblStyle w:val="ListTable6Colorful"/>
        <w:tblW w:w="5000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391"/>
        <w:gridCol w:w="6775"/>
        <w:gridCol w:w="1554"/>
      </w:tblGrid>
      <w:tr w:rsidR="00D0550B" w:rsidRPr="00D0550B" w:rsidTr="007A18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433" w:type="dxa"/>
            <w:tcBorders>
              <w:top w:val="single" w:sz="18" w:space="0" w:color="44546A" w:themeColor="text2"/>
              <w:bottom w:val="single" w:sz="18" w:space="0" w:color="44546A" w:themeColor="text2"/>
            </w:tcBorders>
            <w:shd w:val="clear" w:color="auto" w:fill="0070C0"/>
            <w:vAlign w:val="center"/>
          </w:tcPr>
          <w:sdt>
            <w:sdtPr>
              <w:rPr>
                <w:color w:val="FFFFFF" w:themeColor="background1"/>
              </w:rPr>
              <w:alias w:val="Time:"/>
              <w:tag w:val="Time:"/>
              <w:id w:val="-718661838"/>
              <w:placeholder>
                <w:docPart w:val="97DE437E9ACA4E2C94672B6FE4582B0B"/>
              </w:placeholder>
              <w:temporary/>
              <w:showingPlcHdr/>
              <w15:appearance w15:val="hidden"/>
            </w:sdtPr>
            <w:sdtEndPr/>
            <w:sdtContent>
              <w:p w:rsidR="00D0550B" w:rsidRPr="00927E3F" w:rsidRDefault="00D0550B" w:rsidP="00D0550B">
                <w:pPr>
                  <w:jc w:val="center"/>
                  <w:rPr>
                    <w:color w:val="FFFFFF" w:themeColor="background1"/>
                  </w:rPr>
                </w:pPr>
                <w:r w:rsidRPr="00927E3F">
                  <w:rPr>
                    <w:color w:val="FFFFFF" w:themeColor="background1"/>
                  </w:rPr>
                  <w:t>Time</w:t>
                </w:r>
              </w:p>
            </w:sdtContent>
          </w:sdt>
        </w:tc>
        <w:tc>
          <w:tcPr>
            <w:tcW w:w="6997" w:type="dxa"/>
            <w:tcBorders>
              <w:top w:val="single" w:sz="18" w:space="0" w:color="44546A" w:themeColor="text2"/>
              <w:bottom w:val="single" w:sz="18" w:space="0" w:color="44546A" w:themeColor="text2"/>
            </w:tcBorders>
            <w:shd w:val="clear" w:color="auto" w:fill="0070C0"/>
            <w:vAlign w:val="center"/>
          </w:tcPr>
          <w:sdt>
            <w:sdtPr>
              <w:rPr>
                <w:color w:val="FFFFFF" w:themeColor="background1"/>
              </w:rPr>
              <w:alias w:val="Item:"/>
              <w:tag w:val="Item:"/>
              <w:id w:val="614954302"/>
              <w:placeholder>
                <w:docPart w:val="CE8FE0EA8482464CAA2503A2018B614F"/>
              </w:placeholder>
              <w:temporary/>
              <w:showingPlcHdr/>
              <w15:appearance w15:val="hidden"/>
            </w:sdtPr>
            <w:sdtEndPr/>
            <w:sdtContent>
              <w:p w:rsidR="00D0550B" w:rsidRPr="00927E3F" w:rsidRDefault="00D0550B" w:rsidP="00D0550B">
                <w:pPr>
                  <w:jc w:val="center"/>
                  <w:rPr>
                    <w:color w:val="FFFFFF" w:themeColor="background1"/>
                  </w:rPr>
                </w:pPr>
                <w:r w:rsidRPr="00927E3F">
                  <w:rPr>
                    <w:color w:val="FFFFFF" w:themeColor="background1"/>
                  </w:rPr>
                  <w:t>Item</w:t>
                </w:r>
              </w:p>
            </w:sdtContent>
          </w:sdt>
        </w:tc>
        <w:tc>
          <w:tcPr>
            <w:tcW w:w="1602" w:type="dxa"/>
            <w:tcBorders>
              <w:top w:val="single" w:sz="18" w:space="0" w:color="44546A" w:themeColor="text2"/>
              <w:bottom w:val="single" w:sz="18" w:space="0" w:color="44546A" w:themeColor="text2"/>
            </w:tcBorders>
            <w:shd w:val="clear" w:color="auto" w:fill="0070C0"/>
            <w:vAlign w:val="center"/>
          </w:tcPr>
          <w:sdt>
            <w:sdtPr>
              <w:rPr>
                <w:color w:val="FFFFFF" w:themeColor="background1"/>
              </w:rPr>
              <w:alias w:val="Owner:"/>
              <w:tag w:val="Owner:"/>
              <w:id w:val="355778012"/>
              <w:placeholder>
                <w:docPart w:val="6D551ED398B74774BFD050829198A419"/>
              </w:placeholder>
              <w:temporary/>
              <w:showingPlcHdr/>
              <w15:appearance w15:val="hidden"/>
            </w:sdtPr>
            <w:sdtEndPr/>
            <w:sdtContent>
              <w:p w:rsidR="00D0550B" w:rsidRPr="00927E3F" w:rsidRDefault="00D0550B" w:rsidP="00D0550B">
                <w:pPr>
                  <w:jc w:val="center"/>
                  <w:rPr>
                    <w:color w:val="FFFFFF" w:themeColor="background1"/>
                  </w:rPr>
                </w:pPr>
                <w:r w:rsidRPr="00927E3F">
                  <w:rPr>
                    <w:color w:val="FFFFFF" w:themeColor="background1"/>
                  </w:rPr>
                  <w:t>Owner</w:t>
                </w:r>
              </w:p>
            </w:sdtContent>
          </w:sdt>
        </w:tc>
      </w:tr>
      <w:tr w:rsidR="00D0550B" w:rsidRPr="00D0550B" w:rsidTr="00D0550B">
        <w:trPr>
          <w:trHeight w:val="360"/>
        </w:trPr>
        <w:sdt>
          <w:sdtPr>
            <w:alias w:val="Enter item 1 time:"/>
            <w:tag w:val="Enter item 1 time:"/>
            <w:id w:val="-800684920"/>
            <w:placeholder>
              <w:docPart w:val="157D4502C691469FB458EB20CE1E56A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3" w:type="dxa"/>
                <w:tcBorders>
                  <w:top w:val="single" w:sz="18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Time</w:t>
                </w:r>
              </w:p>
            </w:tc>
          </w:sdtContent>
        </w:sdt>
        <w:sdt>
          <w:sdtPr>
            <w:alias w:val="Enter item here:"/>
            <w:tag w:val="Enter item here:"/>
            <w:id w:val="45959646"/>
            <w:placeholder>
              <w:docPart w:val="E94B639DCC054E3AB3CBC326AC50971D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97" w:type="dxa"/>
                <w:tcBorders>
                  <w:top w:val="single" w:sz="18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Welcome</w:t>
                </w:r>
              </w:p>
            </w:tc>
          </w:sdtContent>
        </w:sdt>
        <w:sdt>
          <w:sdtPr>
            <w:alias w:val="Enter owner name:"/>
            <w:tag w:val="Enter owner name:"/>
            <w:id w:val="1016347813"/>
            <w:placeholder>
              <w:docPart w:val="E81BFA4AC9664D5E9A38257565720DA4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02" w:type="dxa"/>
                <w:tcBorders>
                  <w:top w:val="single" w:sz="18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Owner 1</w:t>
                </w:r>
              </w:p>
            </w:tc>
          </w:sdtContent>
        </w:sdt>
      </w:tr>
      <w:tr w:rsidR="00D0550B" w:rsidRPr="00D0550B" w:rsidTr="00D0550B">
        <w:trPr>
          <w:trHeight w:val="360"/>
        </w:trPr>
        <w:sdt>
          <w:sdtPr>
            <w:alias w:val="Enter item 2 time:"/>
            <w:tag w:val="Enter item 2 time:"/>
            <w:id w:val="2024439815"/>
            <w:placeholder>
              <w:docPart w:val="52E4D036E4E142579CAD3D83EBB608B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3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Time</w:t>
                </w:r>
              </w:p>
            </w:tc>
          </w:sdtContent>
        </w:sdt>
        <w:sdt>
          <w:sdtPr>
            <w:alias w:val="Enter item here:"/>
            <w:tag w:val="Enter item here:"/>
            <w:id w:val="-70977129"/>
            <w:placeholder>
              <w:docPart w:val="4E55E528CB754325866371BC515BD7C2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97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Old business and approval of last meeting’s minutes</w:t>
                </w:r>
              </w:p>
            </w:tc>
          </w:sdtContent>
        </w:sdt>
        <w:sdt>
          <w:sdtPr>
            <w:alias w:val="Enter owner name:"/>
            <w:tag w:val="Enter owner name:"/>
            <w:id w:val="570465258"/>
            <w:placeholder>
              <w:docPart w:val="D2EAFEDA05CD41C186450AD4C31FD86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02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Owner 2</w:t>
                </w:r>
              </w:p>
            </w:tc>
          </w:sdtContent>
        </w:sdt>
      </w:tr>
      <w:tr w:rsidR="00D0550B" w:rsidRPr="00D0550B" w:rsidTr="00D0550B">
        <w:trPr>
          <w:trHeight w:val="360"/>
        </w:trPr>
        <w:sdt>
          <w:sdtPr>
            <w:alias w:val="Enter item 3 time:"/>
            <w:tag w:val="Enter item 3 time:"/>
            <w:id w:val="1378899469"/>
            <w:placeholder>
              <w:docPart w:val="4B62F2E02AD54706B78422752C93563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3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Time</w:t>
                </w:r>
              </w:p>
            </w:tc>
          </w:sdtContent>
        </w:sdt>
        <w:sdt>
          <w:sdtPr>
            <w:alias w:val="Enter item here:"/>
            <w:tag w:val="Enter item here:"/>
            <w:id w:val="455686556"/>
            <w:placeholder>
              <w:docPart w:val="4CB337BDFCDE459682C1D5148EC3F81A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97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Vote on new Secretary</w:t>
                </w:r>
              </w:p>
            </w:tc>
          </w:sdtContent>
        </w:sdt>
        <w:sdt>
          <w:sdtPr>
            <w:alias w:val="Enter owner name:"/>
            <w:tag w:val="Enter owner name:"/>
            <w:id w:val="39250674"/>
            <w:placeholder>
              <w:docPart w:val="CDB8E83DC8CE44B89FE66BA9FC3A19E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02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Owner 3</w:t>
                </w:r>
              </w:p>
            </w:tc>
          </w:sdtContent>
        </w:sdt>
      </w:tr>
      <w:tr w:rsidR="00D0550B" w:rsidRPr="00D0550B" w:rsidTr="00D0550B">
        <w:trPr>
          <w:trHeight w:val="360"/>
        </w:trPr>
        <w:sdt>
          <w:sdtPr>
            <w:alias w:val="Enter item 4 time:"/>
            <w:tag w:val="Enter item 4 time:"/>
            <w:id w:val="-195076958"/>
            <w:placeholder>
              <w:docPart w:val="CBB799A6381F493B9C72703D8BE609E1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3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Time</w:t>
                </w:r>
              </w:p>
            </w:tc>
          </w:sdtContent>
        </w:sdt>
        <w:sdt>
          <w:sdtPr>
            <w:alias w:val="Enter item here:"/>
            <w:tag w:val="Enter item here:"/>
            <w:id w:val="466170953"/>
            <w:placeholder>
              <w:docPart w:val="5F1ADB767FE646A0BFBDD814B6E86856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97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Discuss parent openings on advisory committees - any response from newsletter?</w:t>
                </w:r>
              </w:p>
            </w:tc>
          </w:sdtContent>
        </w:sdt>
        <w:sdt>
          <w:sdtPr>
            <w:alias w:val="Enter owner name:"/>
            <w:tag w:val="Enter owner name:"/>
            <w:id w:val="-362670454"/>
            <w:placeholder>
              <w:docPart w:val="D42E534779AE416D840924D851319532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02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Owner 4</w:t>
                </w:r>
              </w:p>
            </w:tc>
          </w:sdtContent>
        </w:sdt>
      </w:tr>
      <w:tr w:rsidR="00D0550B" w:rsidRPr="00D0550B" w:rsidTr="00D0550B">
        <w:trPr>
          <w:trHeight w:val="360"/>
        </w:trPr>
        <w:sdt>
          <w:sdtPr>
            <w:alias w:val="Enter item 5 time:"/>
            <w:tag w:val="Enter item 5 time:"/>
            <w:id w:val="-496961174"/>
            <w:placeholder>
              <w:docPart w:val="35CDB52075A2441CB12E4955B684E169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3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Time</w:t>
                </w:r>
              </w:p>
            </w:tc>
          </w:sdtContent>
        </w:sdt>
        <w:sdt>
          <w:sdtPr>
            <w:alias w:val="Enter item here:"/>
            <w:tag w:val="Enter item here:"/>
            <w:id w:val="989681901"/>
            <w:placeholder>
              <w:docPart w:val="B3314F53DE1A4C38ADFC1FD839F52480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97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Vote on proposed Budget</w:t>
                </w:r>
              </w:p>
            </w:tc>
          </w:sdtContent>
        </w:sdt>
        <w:sdt>
          <w:sdtPr>
            <w:alias w:val="Enter owner name:"/>
            <w:tag w:val="Enter owner name:"/>
            <w:id w:val="-1188905220"/>
            <w:placeholder>
              <w:docPart w:val="47A920E00D994B99979328139C654B3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02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Owner 5</w:t>
                </w:r>
              </w:p>
            </w:tc>
          </w:sdtContent>
        </w:sdt>
      </w:tr>
      <w:tr w:rsidR="00D0550B" w:rsidRPr="00D0550B" w:rsidTr="00D0550B">
        <w:trPr>
          <w:trHeight w:val="360"/>
        </w:trPr>
        <w:sdt>
          <w:sdtPr>
            <w:alias w:val="Enter item 6 time:"/>
            <w:tag w:val="Enter item 6 time:"/>
            <w:id w:val="-1632550119"/>
            <w:placeholder>
              <w:docPart w:val="AF8E1EFED821437CA9D8A370517C9E13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3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Time</w:t>
                </w:r>
              </w:p>
            </w:tc>
          </w:sdtContent>
        </w:sdt>
        <w:sdt>
          <w:sdtPr>
            <w:alias w:val="Enter item here:"/>
            <w:tag w:val="Enter item here:"/>
            <w:id w:val="-178586383"/>
            <w:placeholder>
              <w:docPart w:val="FC7661C4C6F14EB290054E7AFF63BBC6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97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Principal's Report</w:t>
                </w:r>
              </w:p>
            </w:tc>
          </w:sdtContent>
        </w:sdt>
        <w:sdt>
          <w:sdtPr>
            <w:alias w:val="Enter owner name:"/>
            <w:tag w:val="Enter owner name:"/>
            <w:id w:val="737668598"/>
            <w:placeholder>
              <w:docPart w:val="2D4F3673960444BB81AEEC5CCB097339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02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Owner 6</w:t>
                </w:r>
              </w:p>
            </w:tc>
          </w:sdtContent>
        </w:sdt>
      </w:tr>
      <w:tr w:rsidR="00D0550B" w:rsidRPr="00D0550B" w:rsidTr="00D0550B">
        <w:trPr>
          <w:trHeight w:val="360"/>
        </w:trPr>
        <w:sdt>
          <w:sdtPr>
            <w:alias w:val="Enter item 7 time:"/>
            <w:tag w:val="Enter item 7 time:"/>
            <w:id w:val="152188537"/>
            <w:placeholder>
              <w:docPart w:val="108CF2F716B144528A0C5F24BF8577D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3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Time</w:t>
                </w:r>
              </w:p>
            </w:tc>
          </w:sdtContent>
        </w:sdt>
        <w:sdt>
          <w:sdtPr>
            <w:alias w:val="Enter item here:"/>
            <w:tag w:val="Enter item here:"/>
            <w:id w:val="-954335952"/>
            <w:placeholder>
              <w:docPart w:val="923AD3272E80448EBB3AA630B8A8D382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97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Break</w:t>
                </w:r>
              </w:p>
            </w:tc>
          </w:sdtContent>
        </w:sdt>
        <w:sdt>
          <w:sdtPr>
            <w:alias w:val="Enter owner name:"/>
            <w:tag w:val="Enter owner name:"/>
            <w:id w:val="-1214883949"/>
            <w:placeholder>
              <w:docPart w:val="E5FA66DC96E94EB2A81072916B920ED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02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Owner 7</w:t>
                </w:r>
              </w:p>
            </w:tc>
          </w:sdtContent>
        </w:sdt>
      </w:tr>
      <w:tr w:rsidR="00D0550B" w:rsidRPr="00D0550B" w:rsidTr="00D0550B">
        <w:trPr>
          <w:trHeight w:val="360"/>
        </w:trPr>
        <w:sdt>
          <w:sdtPr>
            <w:alias w:val="Enter item 8 time:"/>
            <w:tag w:val="Enter item 8 time:"/>
            <w:id w:val="290408791"/>
            <w:placeholder>
              <w:docPart w:val="1A2AB877DE1142F0B61A869805A42722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3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Time</w:t>
                </w:r>
              </w:p>
            </w:tc>
          </w:sdtContent>
        </w:sdt>
        <w:sdt>
          <w:sdtPr>
            <w:rPr>
              <w:color w:val="auto"/>
              <w:sz w:val="22"/>
              <w:szCs w:val="21"/>
            </w:rPr>
            <w:alias w:val="Enter item here:"/>
            <w:tag w:val="Enter item here:"/>
            <w:id w:val="1029530657"/>
            <w:placeholder>
              <w:docPart w:val="EF372F6482EB47F19AB44E4AD8E4BC8C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97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New Business</w:t>
                </w:r>
              </w:p>
              <w:p w:rsidR="00D0550B" w:rsidRPr="00D0550B" w:rsidRDefault="00D0550B" w:rsidP="00385963">
                <w:pPr>
                  <w:pStyle w:val="ListBullet"/>
                </w:pPr>
                <w:r w:rsidRPr="00D0550B">
                  <w:t xml:space="preserve">Recap of Back to School Night – </w:t>
                </w:r>
                <w:r w:rsidR="00385963" w:rsidRPr="00385963">
                  <w:t>Kalle Persson</w:t>
                </w:r>
              </w:p>
              <w:p w:rsidR="00D0550B" w:rsidRPr="00D0550B" w:rsidRDefault="00D0550B" w:rsidP="00385963">
                <w:pPr>
                  <w:pStyle w:val="ListBullet"/>
                </w:pPr>
                <w:r w:rsidRPr="00D0550B">
                  <w:t xml:space="preserve">Parent Education Programs – </w:t>
                </w:r>
                <w:r w:rsidR="00385963" w:rsidRPr="00385963">
                  <w:t>Jens Martensson</w:t>
                </w:r>
                <w:r w:rsidRPr="00D0550B">
                  <w:t>, school counselor</w:t>
                </w:r>
              </w:p>
              <w:p w:rsidR="00D0550B" w:rsidRPr="00D0550B" w:rsidRDefault="00D0550B" w:rsidP="00385963">
                <w:pPr>
                  <w:pStyle w:val="ListBullet"/>
                </w:pPr>
                <w:r w:rsidRPr="00D0550B">
                  <w:t xml:space="preserve">Teacher grants application process – </w:t>
                </w:r>
                <w:r w:rsidR="00385963" w:rsidRPr="00385963">
                  <w:t>Ian Hansson</w:t>
                </w:r>
                <w:r w:rsidRPr="00D0550B">
                  <w:t xml:space="preserve">, </w:t>
                </w:r>
                <w:r w:rsidR="00385963">
                  <w:t>School Principal</w:t>
                </w:r>
              </w:p>
            </w:tc>
          </w:sdtContent>
        </w:sdt>
        <w:sdt>
          <w:sdtPr>
            <w:alias w:val="Enter owner name:"/>
            <w:tag w:val="Enter owner name:"/>
            <w:id w:val="1848521580"/>
            <w:placeholder>
              <w:docPart w:val="DF83634B87E641938B0362CE9EBB31C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02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Owner 8</w:t>
                </w:r>
              </w:p>
            </w:tc>
          </w:sdtContent>
        </w:sdt>
      </w:tr>
      <w:tr w:rsidR="00D0550B" w:rsidRPr="00D0550B" w:rsidTr="00D0550B">
        <w:trPr>
          <w:trHeight w:val="360"/>
        </w:trPr>
        <w:sdt>
          <w:sdtPr>
            <w:alias w:val="Enter item 9 time:"/>
            <w:tag w:val="Enter item 9 time:"/>
            <w:id w:val="179248501"/>
            <w:placeholder>
              <w:docPart w:val="785870A541B44A2F8A2D7E1C13724ACB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3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Time</w:t>
                </w:r>
              </w:p>
            </w:tc>
          </w:sdtContent>
        </w:sdt>
        <w:sdt>
          <w:sdtPr>
            <w:rPr>
              <w:color w:val="auto"/>
              <w:sz w:val="22"/>
              <w:szCs w:val="21"/>
            </w:rPr>
            <w:alias w:val="Enter item here:"/>
            <w:tag w:val="Enter item here:"/>
            <w:id w:val="-388580756"/>
            <w:placeholder>
              <w:docPart w:val="262ABA9C1FD8416880AEE87709560B13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97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Committee Reports</w:t>
                </w:r>
              </w:p>
              <w:p w:rsidR="00D0550B" w:rsidRPr="00D0550B" w:rsidRDefault="00D0550B" w:rsidP="00D0550B">
                <w:pPr>
                  <w:pStyle w:val="ListBullet"/>
                </w:pPr>
                <w:r w:rsidRPr="00D0550B">
                  <w:t xml:space="preserve">Membership, </w:t>
                </w:r>
                <w:r w:rsidR="00385963">
                  <w:t>Kalle</w:t>
                </w:r>
              </w:p>
              <w:p w:rsidR="00D0550B" w:rsidRPr="00D0550B" w:rsidRDefault="00D0550B" w:rsidP="00D0550B">
                <w:pPr>
                  <w:pStyle w:val="ListBullet"/>
                </w:pPr>
                <w:r w:rsidRPr="00D0550B">
                  <w:t xml:space="preserve">Volunteers, </w:t>
                </w:r>
                <w:r w:rsidR="00385963">
                  <w:t>Jens</w:t>
                </w:r>
              </w:p>
              <w:p w:rsidR="00D0550B" w:rsidRPr="00D0550B" w:rsidRDefault="00D0550B" w:rsidP="00D0550B">
                <w:pPr>
                  <w:pStyle w:val="ListBullet"/>
                </w:pPr>
                <w:r w:rsidRPr="00D0550B">
                  <w:t xml:space="preserve">Newsletter, </w:t>
                </w:r>
                <w:r w:rsidR="00385963">
                  <w:t>Ian</w:t>
                </w:r>
              </w:p>
              <w:p w:rsidR="00D0550B" w:rsidRPr="00D0550B" w:rsidRDefault="00D0550B" w:rsidP="00D0550B">
                <w:pPr>
                  <w:pStyle w:val="ListBullet"/>
                </w:pPr>
                <w:r w:rsidRPr="00D0550B">
                  <w:t xml:space="preserve">Computer Support, </w:t>
                </w:r>
                <w:r w:rsidR="00385963">
                  <w:t>Ian</w:t>
                </w:r>
              </w:p>
            </w:tc>
          </w:sdtContent>
        </w:sdt>
        <w:sdt>
          <w:sdtPr>
            <w:alias w:val="Enter owner name:"/>
            <w:tag w:val="Enter owner name:"/>
            <w:id w:val="-623776438"/>
            <w:placeholder>
              <w:docPart w:val="081F6481E1304468832303A9D1FEB202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02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Owner 9</w:t>
                </w:r>
              </w:p>
            </w:tc>
          </w:sdtContent>
        </w:sdt>
      </w:tr>
      <w:tr w:rsidR="00D0550B" w:rsidRPr="00D0550B" w:rsidTr="00D0550B">
        <w:trPr>
          <w:trHeight w:val="360"/>
        </w:trPr>
        <w:sdt>
          <w:sdtPr>
            <w:alias w:val="Enter item 10 time:"/>
            <w:tag w:val="Enter item 10 time:"/>
            <w:id w:val="-935746211"/>
            <w:placeholder>
              <w:docPart w:val="327893634D834DD8BC682EB755D7CD8F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3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Time</w:t>
                </w:r>
              </w:p>
            </w:tc>
          </w:sdtContent>
        </w:sdt>
        <w:sdt>
          <w:sdtPr>
            <w:alias w:val="Enter item here:"/>
            <w:tag w:val="Enter item here:"/>
            <w:id w:val="-1269704373"/>
            <w:placeholder>
              <w:docPart w:val="AAB400109A5F4BB8A552FD4C65FE26A5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97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Announcements</w:t>
                </w:r>
              </w:p>
            </w:tc>
          </w:sdtContent>
        </w:sdt>
        <w:sdt>
          <w:sdtPr>
            <w:alias w:val="Enter owner name:"/>
            <w:tag w:val="Enter owner name:"/>
            <w:id w:val="-373316035"/>
            <w:placeholder>
              <w:docPart w:val="59665CD9F9544C17A1559646F23AA2C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02" w:type="dxa"/>
                <w:tcBorders>
                  <w:top w:val="single" w:sz="2" w:space="0" w:color="44546A" w:themeColor="text2"/>
                  <w:bottom w:val="single" w:sz="2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Owner 10</w:t>
                </w:r>
              </w:p>
            </w:tc>
          </w:sdtContent>
        </w:sdt>
      </w:tr>
      <w:tr w:rsidR="00D0550B" w:rsidRPr="00D0550B" w:rsidTr="00D0550B">
        <w:trPr>
          <w:trHeight w:val="360"/>
        </w:trPr>
        <w:sdt>
          <w:sdtPr>
            <w:alias w:val="Enter item 11 time:"/>
            <w:tag w:val="Enter item 11 time:"/>
            <w:id w:val="1181154574"/>
            <w:placeholder>
              <w:docPart w:val="62924C8FF58C4D8C89422C0A9834AEF2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3" w:type="dxa"/>
                <w:tcBorders>
                  <w:top w:val="single" w:sz="2" w:space="0" w:color="44546A" w:themeColor="text2"/>
                  <w:bottom w:val="single" w:sz="18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Time</w:t>
                </w:r>
              </w:p>
            </w:tc>
          </w:sdtContent>
        </w:sdt>
        <w:sdt>
          <w:sdtPr>
            <w:alias w:val="Enter item here:"/>
            <w:tag w:val="Enter item here:"/>
            <w:id w:val="1623811241"/>
            <w:placeholder>
              <w:docPart w:val="4BB2156BA68E4A68B3E55BFF6BAA68EB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97" w:type="dxa"/>
                <w:tcBorders>
                  <w:top w:val="single" w:sz="2" w:space="0" w:color="44546A" w:themeColor="text2"/>
                  <w:bottom w:val="single" w:sz="18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Adjournment</w:t>
                </w:r>
              </w:p>
            </w:tc>
          </w:sdtContent>
        </w:sdt>
        <w:sdt>
          <w:sdtPr>
            <w:alias w:val="Enter owner name:"/>
            <w:tag w:val="Enter owner name:"/>
            <w:id w:val="408419804"/>
            <w:placeholder>
              <w:docPart w:val="4BB355B7BEFA4814BF4301FA90368A02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02" w:type="dxa"/>
                <w:tcBorders>
                  <w:top w:val="single" w:sz="2" w:space="0" w:color="44546A" w:themeColor="text2"/>
                  <w:bottom w:val="single" w:sz="18" w:space="0" w:color="44546A" w:themeColor="text2"/>
                </w:tcBorders>
                <w:vAlign w:val="center"/>
              </w:tcPr>
              <w:p w:rsidR="00D0550B" w:rsidRPr="00D0550B" w:rsidRDefault="00D0550B" w:rsidP="00D0550B">
                <w:r w:rsidRPr="00D0550B">
                  <w:t>Owner 11</w:t>
                </w:r>
              </w:p>
            </w:tc>
          </w:sdtContent>
        </w:sdt>
      </w:tr>
    </w:tbl>
    <w:p w:rsidR="00CA6B4F" w:rsidRPr="00CA6B4F" w:rsidRDefault="00CA6B4F" w:rsidP="00D0550B"/>
    <w:sectPr w:rsidR="00CA6B4F" w:rsidRPr="00CA6B4F" w:rsidSect="00927E3F">
      <w:pgSz w:w="12240" w:h="15840" w:code="1"/>
      <w:pgMar w:top="1152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A89" w:rsidRDefault="00992A89">
      <w:pPr>
        <w:spacing w:after="0" w:line="240" w:lineRule="auto"/>
      </w:pPr>
      <w:r>
        <w:separator/>
      </w:r>
    </w:p>
  </w:endnote>
  <w:endnote w:type="continuationSeparator" w:id="0">
    <w:p w:rsidR="00992A89" w:rsidRDefault="00992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A89" w:rsidRDefault="00992A89">
      <w:pPr>
        <w:spacing w:after="0" w:line="240" w:lineRule="auto"/>
      </w:pPr>
      <w:r>
        <w:separator/>
      </w:r>
    </w:p>
  </w:footnote>
  <w:footnote w:type="continuationSeparator" w:id="0">
    <w:p w:rsidR="00992A89" w:rsidRDefault="00992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86C"/>
    <w:rsid w:val="0001495E"/>
    <w:rsid w:val="0001626D"/>
    <w:rsid w:val="00035454"/>
    <w:rsid w:val="002E0B9C"/>
    <w:rsid w:val="002E6287"/>
    <w:rsid w:val="00303AE1"/>
    <w:rsid w:val="00385963"/>
    <w:rsid w:val="003949BD"/>
    <w:rsid w:val="004D61A7"/>
    <w:rsid w:val="00524B92"/>
    <w:rsid w:val="0053630E"/>
    <w:rsid w:val="00560F76"/>
    <w:rsid w:val="0057184E"/>
    <w:rsid w:val="00591FFE"/>
    <w:rsid w:val="006B7784"/>
    <w:rsid w:val="006F16F0"/>
    <w:rsid w:val="007520BE"/>
    <w:rsid w:val="007A186C"/>
    <w:rsid w:val="00927E3F"/>
    <w:rsid w:val="00992A89"/>
    <w:rsid w:val="00A448C1"/>
    <w:rsid w:val="00AA7AA0"/>
    <w:rsid w:val="00AB4981"/>
    <w:rsid w:val="00B43495"/>
    <w:rsid w:val="00B70211"/>
    <w:rsid w:val="00C84D21"/>
    <w:rsid w:val="00CA6B4F"/>
    <w:rsid w:val="00D0550B"/>
    <w:rsid w:val="00DA4A43"/>
    <w:rsid w:val="00DA5BEB"/>
    <w:rsid w:val="00DE395C"/>
    <w:rsid w:val="00E2411A"/>
    <w:rsid w:val="00E37225"/>
    <w:rsid w:val="00E51439"/>
    <w:rsid w:val="00E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C0F4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C0F400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C0F400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C0F400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Local\Packages\Microsoft.MicrosoftEdge_8wekyb3d8bbwe\TempState\Downloads\TF33914461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58D2983E204ECC82D1DD96A88A16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887E5-8F92-44EE-95A6-DA3D8B0D5C65}"/>
      </w:docPartPr>
      <w:docPartBody>
        <w:p w:rsidR="00000000" w:rsidRDefault="00EE4477">
          <w:pPr>
            <w:pStyle w:val="4D58D2983E204ECC82D1DD96A88A16D2"/>
          </w:pPr>
          <w:r w:rsidRPr="00AB4981">
            <w:rPr>
              <w:rStyle w:val="TitleChar"/>
            </w:rPr>
            <w:t>[Meeting Name]</w:t>
          </w:r>
        </w:p>
      </w:docPartBody>
    </w:docPart>
    <w:docPart>
      <w:docPartPr>
        <w:name w:val="8006A5FC9D9A4113865B692FB54AD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C53CF-9E1F-4EC2-9EE3-79016A223E05}"/>
      </w:docPartPr>
      <w:docPartBody>
        <w:p w:rsidR="00000000" w:rsidRDefault="00EE4477">
          <w:pPr>
            <w:pStyle w:val="8006A5FC9D9A4113865B692FB54ADE65"/>
          </w:pPr>
          <w:r w:rsidRPr="00AB4981">
            <w:t>[Date]</w:t>
          </w:r>
        </w:p>
      </w:docPartBody>
    </w:docPart>
    <w:docPart>
      <w:docPartPr>
        <w:name w:val="3D1C063E237248358CEFC15AA0693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9857A-04F1-4BF2-8590-D1D94DBCA46C}"/>
      </w:docPartPr>
      <w:docPartBody>
        <w:p w:rsidR="00000000" w:rsidRDefault="00EE4477">
          <w:pPr>
            <w:pStyle w:val="3D1C063E237248358CEFC15AA0693783"/>
          </w:pPr>
          <w:r w:rsidRPr="00AB4981">
            <w:t>[Time]</w:t>
          </w:r>
        </w:p>
      </w:docPartBody>
    </w:docPart>
    <w:docPart>
      <w:docPartPr>
        <w:name w:val="0FED9EE00DA24547AAE0BE5AED263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7A8BA-A496-4C19-A098-8F9D98359D9E}"/>
      </w:docPartPr>
      <w:docPartBody>
        <w:p w:rsidR="00000000" w:rsidRDefault="00EE4477">
          <w:pPr>
            <w:pStyle w:val="0FED9EE00DA24547AAE0BE5AED2630AF"/>
          </w:pPr>
          <w:r w:rsidRPr="00AB4981">
            <w:t>[Facilitator]</w:t>
          </w:r>
        </w:p>
      </w:docPartBody>
    </w:docPart>
    <w:docPart>
      <w:docPartPr>
        <w:name w:val="07BAAB9682784CC3B3BBB74A789742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07172-E356-46BE-B58C-845B8D10305A}"/>
      </w:docPartPr>
      <w:docPartBody>
        <w:p w:rsidR="00000000" w:rsidRDefault="00EE4477">
          <w:pPr>
            <w:pStyle w:val="07BAAB9682784CC3B3BBB74A789742BB"/>
          </w:pPr>
          <w:r w:rsidRPr="00CA6B4F">
            <w:t>Board</w:t>
          </w:r>
          <w:r>
            <w:t xml:space="preserve"> members</w:t>
          </w:r>
        </w:p>
      </w:docPartBody>
    </w:docPart>
    <w:docPart>
      <w:docPartPr>
        <w:name w:val="81139D505C4447C09CC128F615AB4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0B93A8-D8BC-49A6-A7D1-3A96AEC6B12E}"/>
      </w:docPartPr>
      <w:docPartBody>
        <w:p w:rsidR="00000000" w:rsidRDefault="00EE4477">
          <w:pPr>
            <w:pStyle w:val="81139D505C4447C09CC128F615AB4343"/>
          </w:pPr>
          <w:r w:rsidRPr="00D0550B">
            <w:t>Name, Title 1</w:t>
          </w:r>
        </w:p>
      </w:docPartBody>
    </w:docPart>
    <w:docPart>
      <w:docPartPr>
        <w:name w:val="77900DFA794D46BE97B34BA78BE0D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6060D-BACE-41F3-8C03-5B352FAA66C4}"/>
      </w:docPartPr>
      <w:docPartBody>
        <w:p w:rsidR="00000000" w:rsidRDefault="00EE4477">
          <w:pPr>
            <w:pStyle w:val="77900DFA794D46BE97B34BA78BE0D3C1"/>
          </w:pPr>
          <w:r w:rsidRPr="00D0550B">
            <w:t>Name, Title 2</w:t>
          </w:r>
        </w:p>
      </w:docPartBody>
    </w:docPart>
    <w:docPart>
      <w:docPartPr>
        <w:name w:val="BBFE6CA1B351469BABBB7EFB40BC9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8203F-C054-4516-835B-C1B3D47026BA}"/>
      </w:docPartPr>
      <w:docPartBody>
        <w:p w:rsidR="00000000" w:rsidRDefault="00EE4477">
          <w:pPr>
            <w:pStyle w:val="BBFE6CA1B351469BABBB7EFB40BC9F1A"/>
          </w:pPr>
          <w:r w:rsidRPr="00D0550B">
            <w:t>Name, Title 3</w:t>
          </w:r>
        </w:p>
      </w:docPartBody>
    </w:docPart>
    <w:docPart>
      <w:docPartPr>
        <w:name w:val="1B8A20DD2BAE4DAB8AFC890238920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4BC10-FE70-443F-9E6E-036A7B4A0F39}"/>
      </w:docPartPr>
      <w:docPartBody>
        <w:p w:rsidR="00000000" w:rsidRDefault="00EE4477">
          <w:pPr>
            <w:pStyle w:val="1B8A20DD2BAE4DAB8AFC890238920150"/>
          </w:pPr>
          <w:r w:rsidRPr="00D0550B">
            <w:t>Name, Title 4</w:t>
          </w:r>
        </w:p>
      </w:docPartBody>
    </w:docPart>
    <w:docPart>
      <w:docPartPr>
        <w:name w:val="09D9BD6599784B948BC3F7EB45A57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B394B-9D9E-4E42-8CFF-F6C72882F741}"/>
      </w:docPartPr>
      <w:docPartBody>
        <w:p w:rsidR="00000000" w:rsidRDefault="00EE4477">
          <w:pPr>
            <w:pStyle w:val="09D9BD6599784B948BC3F7EB45A57035"/>
          </w:pPr>
          <w:r w:rsidRPr="00D0550B">
            <w:t>Name, Title 5</w:t>
          </w:r>
        </w:p>
      </w:docPartBody>
    </w:docPart>
    <w:docPart>
      <w:docPartPr>
        <w:name w:val="4B87D290277F43A38A688DD12C03C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6550A-4B52-4C00-8677-A6764C051BAB}"/>
      </w:docPartPr>
      <w:docPartBody>
        <w:p w:rsidR="00000000" w:rsidRDefault="00EE4477">
          <w:pPr>
            <w:pStyle w:val="4B87D290277F43A38A688DD12C03C198"/>
          </w:pPr>
          <w:r w:rsidRPr="00D0550B">
            <w:t>Name, Title 6</w:t>
          </w:r>
        </w:p>
      </w:docPartBody>
    </w:docPart>
    <w:docPart>
      <w:docPartPr>
        <w:name w:val="0494F6B0A6D1490A9601EC4A1EF42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CC227-C251-4ECA-98DD-3C8B97985317}"/>
      </w:docPartPr>
      <w:docPartBody>
        <w:p w:rsidR="00000000" w:rsidRDefault="00EE4477">
          <w:pPr>
            <w:pStyle w:val="0494F6B0A6D1490A9601EC4A1EF427B2"/>
          </w:pPr>
          <w:r w:rsidRPr="00D0550B">
            <w:t>Name, Title 7</w:t>
          </w:r>
        </w:p>
      </w:docPartBody>
    </w:docPart>
    <w:docPart>
      <w:docPartPr>
        <w:name w:val="F0E2750286C9465D88D9E374BBF28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08605-B7C2-427F-8A4B-B95E8EE5F6E3}"/>
      </w:docPartPr>
      <w:docPartBody>
        <w:p w:rsidR="00000000" w:rsidRDefault="00EE4477">
          <w:pPr>
            <w:pStyle w:val="F0E2750286C9465D88D9E374BBF2845B"/>
          </w:pPr>
          <w:r w:rsidRPr="00D0550B">
            <w:t>Name, Title 8</w:t>
          </w:r>
        </w:p>
      </w:docPartBody>
    </w:docPart>
    <w:docPart>
      <w:docPartPr>
        <w:name w:val="6FFFCCBD015849DCA185BC1668E77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7D30A-17F8-42BE-B9B6-2485F467D793}"/>
      </w:docPartPr>
      <w:docPartBody>
        <w:p w:rsidR="00000000" w:rsidRDefault="00EE4477">
          <w:pPr>
            <w:pStyle w:val="6FFFCCBD015849DCA185BC1668E772AF"/>
          </w:pPr>
          <w:r w:rsidRPr="00D0550B">
            <w:t>Name, Title 9</w:t>
          </w:r>
        </w:p>
      </w:docPartBody>
    </w:docPart>
    <w:docPart>
      <w:docPartPr>
        <w:name w:val="64CE3CA63EC54B59AF185FEE10A8D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4D6BC-90B3-47C1-AC63-22C2D2828808}"/>
      </w:docPartPr>
      <w:docPartBody>
        <w:p w:rsidR="00000000" w:rsidRDefault="00EE4477">
          <w:pPr>
            <w:pStyle w:val="64CE3CA63EC54B59AF185FEE10A8DA79"/>
          </w:pPr>
          <w:r w:rsidRPr="00D0550B">
            <w:t>Name, Title 10</w:t>
          </w:r>
        </w:p>
      </w:docPartBody>
    </w:docPart>
    <w:docPart>
      <w:docPartPr>
        <w:name w:val="9C0C1CD1E7D7489A8C082AB7BE73A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A1EF3-CEC1-4FB2-B967-83347C001E52}"/>
      </w:docPartPr>
      <w:docPartBody>
        <w:p w:rsidR="00000000" w:rsidRDefault="00EE4477">
          <w:pPr>
            <w:pStyle w:val="9C0C1CD1E7D7489A8C082AB7BE73AE2D"/>
          </w:pPr>
          <w:r w:rsidRPr="00D0550B">
            <w:t>Name, Title 11</w:t>
          </w:r>
        </w:p>
      </w:docPartBody>
    </w:docPart>
    <w:docPart>
      <w:docPartPr>
        <w:name w:val="16B7A76D043F4C76836518D688509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94491-7C82-4D46-B572-D8A3BD0F2456}"/>
      </w:docPartPr>
      <w:docPartBody>
        <w:p w:rsidR="00000000" w:rsidRDefault="00EE4477">
          <w:pPr>
            <w:pStyle w:val="16B7A76D043F4C76836518D6885099AA"/>
          </w:pPr>
          <w:r w:rsidRPr="00D0550B">
            <w:t>Name, Title 12</w:t>
          </w:r>
        </w:p>
      </w:docPartBody>
    </w:docPart>
    <w:docPart>
      <w:docPartPr>
        <w:name w:val="0FAF4566516E4682908446234E0D7B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2673B-4509-4CC4-8092-59782CFFC911}"/>
      </w:docPartPr>
      <w:docPartBody>
        <w:p w:rsidR="00000000" w:rsidRDefault="00EE4477">
          <w:pPr>
            <w:pStyle w:val="0FAF4566516E4682908446234E0D7B75"/>
          </w:pPr>
          <w:r w:rsidRPr="00D0550B">
            <w:t>Name, Title 13</w:t>
          </w:r>
        </w:p>
      </w:docPartBody>
    </w:docPart>
    <w:docPart>
      <w:docPartPr>
        <w:name w:val="97DE437E9ACA4E2C94672B6FE4582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4DB62-E94A-439D-A317-1DD9494C0058}"/>
      </w:docPartPr>
      <w:docPartBody>
        <w:p w:rsidR="00000000" w:rsidRDefault="00EE4477">
          <w:pPr>
            <w:pStyle w:val="97DE437E9ACA4E2C94672B6FE4582B0B"/>
          </w:pPr>
          <w:r w:rsidRPr="00D0550B">
            <w:t>Time</w:t>
          </w:r>
        </w:p>
      </w:docPartBody>
    </w:docPart>
    <w:docPart>
      <w:docPartPr>
        <w:name w:val="CE8FE0EA8482464CAA2503A2018B6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7E6B6-6524-485A-A98C-8C52C7575958}"/>
      </w:docPartPr>
      <w:docPartBody>
        <w:p w:rsidR="00000000" w:rsidRDefault="00EE4477">
          <w:pPr>
            <w:pStyle w:val="CE8FE0EA8482464CAA2503A2018B614F"/>
          </w:pPr>
          <w:r w:rsidRPr="00D0550B">
            <w:t>Item</w:t>
          </w:r>
        </w:p>
      </w:docPartBody>
    </w:docPart>
    <w:docPart>
      <w:docPartPr>
        <w:name w:val="6D551ED398B74774BFD050829198A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DAC21-1954-4834-9330-1C990BC1DAD7}"/>
      </w:docPartPr>
      <w:docPartBody>
        <w:p w:rsidR="00000000" w:rsidRDefault="00EE4477">
          <w:pPr>
            <w:pStyle w:val="6D551ED398B74774BFD050829198A419"/>
          </w:pPr>
          <w:r w:rsidRPr="00D0550B">
            <w:t>Owner</w:t>
          </w:r>
        </w:p>
      </w:docPartBody>
    </w:docPart>
    <w:docPart>
      <w:docPartPr>
        <w:name w:val="157D4502C691469FB458EB20CE1E5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5E1BE-7A0A-4FD7-B9EB-DBA59866436C}"/>
      </w:docPartPr>
      <w:docPartBody>
        <w:p w:rsidR="00000000" w:rsidRDefault="00EE4477">
          <w:pPr>
            <w:pStyle w:val="157D4502C691469FB458EB20CE1E56A5"/>
          </w:pPr>
          <w:r w:rsidRPr="00D0550B">
            <w:t>Time</w:t>
          </w:r>
        </w:p>
      </w:docPartBody>
    </w:docPart>
    <w:docPart>
      <w:docPartPr>
        <w:name w:val="E94B639DCC054E3AB3CBC326AC509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47108-1361-478E-B7A6-263D8FBB7A1E}"/>
      </w:docPartPr>
      <w:docPartBody>
        <w:p w:rsidR="00000000" w:rsidRDefault="00EE4477">
          <w:pPr>
            <w:pStyle w:val="E94B639DCC054E3AB3CBC326AC50971D"/>
          </w:pPr>
          <w:r w:rsidRPr="00D0550B">
            <w:t>Welcome</w:t>
          </w:r>
        </w:p>
      </w:docPartBody>
    </w:docPart>
    <w:docPart>
      <w:docPartPr>
        <w:name w:val="E81BFA4AC9664D5E9A38257565720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29D38-6F81-4017-9425-155F0F5FC02B}"/>
      </w:docPartPr>
      <w:docPartBody>
        <w:p w:rsidR="00000000" w:rsidRDefault="00EE4477">
          <w:pPr>
            <w:pStyle w:val="E81BFA4AC9664D5E9A38257565720DA4"/>
          </w:pPr>
          <w:r w:rsidRPr="00D0550B">
            <w:t>Owner 1</w:t>
          </w:r>
        </w:p>
      </w:docPartBody>
    </w:docPart>
    <w:docPart>
      <w:docPartPr>
        <w:name w:val="52E4D036E4E142579CAD3D83EBB60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448C6-5769-4E55-9AB1-70BE7B6B2A93}"/>
      </w:docPartPr>
      <w:docPartBody>
        <w:p w:rsidR="00000000" w:rsidRDefault="00EE4477">
          <w:pPr>
            <w:pStyle w:val="52E4D036E4E142579CAD3D83EBB608B6"/>
          </w:pPr>
          <w:r w:rsidRPr="00D0550B">
            <w:t>Time</w:t>
          </w:r>
        </w:p>
      </w:docPartBody>
    </w:docPart>
    <w:docPart>
      <w:docPartPr>
        <w:name w:val="4E55E528CB754325866371BC515BD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CF7C6-7A5C-4F7C-8E25-DE56136107AA}"/>
      </w:docPartPr>
      <w:docPartBody>
        <w:p w:rsidR="00000000" w:rsidRDefault="00EE4477">
          <w:pPr>
            <w:pStyle w:val="4E55E528CB754325866371BC515BD7C2"/>
          </w:pPr>
          <w:r w:rsidRPr="00D0550B">
            <w:t>Old business and approval of last meeting’s minutes</w:t>
          </w:r>
        </w:p>
      </w:docPartBody>
    </w:docPart>
    <w:docPart>
      <w:docPartPr>
        <w:name w:val="D2EAFEDA05CD41C186450AD4C31FD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97338-1208-4284-BA3F-44E88BA4581C}"/>
      </w:docPartPr>
      <w:docPartBody>
        <w:p w:rsidR="00000000" w:rsidRDefault="00EE4477">
          <w:pPr>
            <w:pStyle w:val="D2EAFEDA05CD41C186450AD4C31FD867"/>
          </w:pPr>
          <w:r w:rsidRPr="00D0550B">
            <w:t>Owner 2</w:t>
          </w:r>
        </w:p>
      </w:docPartBody>
    </w:docPart>
    <w:docPart>
      <w:docPartPr>
        <w:name w:val="4B62F2E02AD54706B78422752C935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D3400-7F9A-48EA-ADA8-52710C05FF8A}"/>
      </w:docPartPr>
      <w:docPartBody>
        <w:p w:rsidR="00000000" w:rsidRDefault="00EE4477">
          <w:pPr>
            <w:pStyle w:val="4B62F2E02AD54706B78422752C935635"/>
          </w:pPr>
          <w:r w:rsidRPr="00D0550B">
            <w:t>Time</w:t>
          </w:r>
        </w:p>
      </w:docPartBody>
    </w:docPart>
    <w:docPart>
      <w:docPartPr>
        <w:name w:val="4CB337BDFCDE459682C1D5148EC3F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0D4D3-90C7-469B-A8DC-3810334E65AC}"/>
      </w:docPartPr>
      <w:docPartBody>
        <w:p w:rsidR="00000000" w:rsidRDefault="00EE4477">
          <w:pPr>
            <w:pStyle w:val="4CB337BDFCDE459682C1D5148EC3F81A"/>
          </w:pPr>
          <w:r w:rsidRPr="00D0550B">
            <w:t>Vote on new Secretary</w:t>
          </w:r>
        </w:p>
      </w:docPartBody>
    </w:docPart>
    <w:docPart>
      <w:docPartPr>
        <w:name w:val="CDB8E83DC8CE44B89FE66BA9FC3A1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F76187-3968-43EB-A1C2-9347AB03E9E6}"/>
      </w:docPartPr>
      <w:docPartBody>
        <w:p w:rsidR="00000000" w:rsidRDefault="00EE4477">
          <w:pPr>
            <w:pStyle w:val="CDB8E83DC8CE44B89FE66BA9FC3A19E6"/>
          </w:pPr>
          <w:r w:rsidRPr="00D0550B">
            <w:t>Owner 3</w:t>
          </w:r>
        </w:p>
      </w:docPartBody>
    </w:docPart>
    <w:docPart>
      <w:docPartPr>
        <w:name w:val="CBB799A6381F493B9C72703D8BE60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287288-7DF6-49F3-A89A-5C6B3C83D82A}"/>
      </w:docPartPr>
      <w:docPartBody>
        <w:p w:rsidR="00000000" w:rsidRDefault="00EE4477">
          <w:pPr>
            <w:pStyle w:val="CBB799A6381F493B9C72703D8BE609E1"/>
          </w:pPr>
          <w:r w:rsidRPr="00D0550B">
            <w:t>Time</w:t>
          </w:r>
        </w:p>
      </w:docPartBody>
    </w:docPart>
    <w:docPart>
      <w:docPartPr>
        <w:name w:val="5F1ADB767FE646A0BFBDD814B6E86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E2642-135C-4D5F-AACA-60A08F487770}"/>
      </w:docPartPr>
      <w:docPartBody>
        <w:p w:rsidR="00000000" w:rsidRDefault="00EE4477">
          <w:pPr>
            <w:pStyle w:val="5F1ADB767FE646A0BFBDD814B6E86856"/>
          </w:pPr>
          <w:r w:rsidRPr="00D0550B">
            <w:t>Discuss parent openings on advisory committees - any response from newsletter?</w:t>
          </w:r>
        </w:p>
      </w:docPartBody>
    </w:docPart>
    <w:docPart>
      <w:docPartPr>
        <w:name w:val="D42E534779AE416D840924D851319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85375-CF56-494A-BFE8-391991DC82D2}"/>
      </w:docPartPr>
      <w:docPartBody>
        <w:p w:rsidR="00000000" w:rsidRDefault="00EE4477">
          <w:pPr>
            <w:pStyle w:val="D42E534779AE416D840924D851319532"/>
          </w:pPr>
          <w:r w:rsidRPr="00D0550B">
            <w:t>Owner 4</w:t>
          </w:r>
        </w:p>
      </w:docPartBody>
    </w:docPart>
    <w:docPart>
      <w:docPartPr>
        <w:name w:val="35CDB52075A2441CB12E4955B684E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72637-B61B-4C7D-9C0E-B157682403D8}"/>
      </w:docPartPr>
      <w:docPartBody>
        <w:p w:rsidR="00000000" w:rsidRDefault="00EE4477">
          <w:pPr>
            <w:pStyle w:val="35CDB52075A2441CB12E4955B684E169"/>
          </w:pPr>
          <w:r w:rsidRPr="00D0550B">
            <w:t>Time</w:t>
          </w:r>
        </w:p>
      </w:docPartBody>
    </w:docPart>
    <w:docPart>
      <w:docPartPr>
        <w:name w:val="B3314F53DE1A4C38ADFC1FD839F52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53BC4-85A9-43B0-AC6D-991FE809B048}"/>
      </w:docPartPr>
      <w:docPartBody>
        <w:p w:rsidR="00000000" w:rsidRDefault="00EE4477">
          <w:pPr>
            <w:pStyle w:val="B3314F53DE1A4C38ADFC1FD839F52480"/>
          </w:pPr>
          <w:r w:rsidRPr="00D0550B">
            <w:t>Vote on proposed Budget</w:t>
          </w:r>
        </w:p>
      </w:docPartBody>
    </w:docPart>
    <w:docPart>
      <w:docPartPr>
        <w:name w:val="47A920E00D994B99979328139C654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1F31C-C24F-446E-91BD-1CF22F3B4D6A}"/>
      </w:docPartPr>
      <w:docPartBody>
        <w:p w:rsidR="00000000" w:rsidRDefault="00EE4477">
          <w:pPr>
            <w:pStyle w:val="47A920E00D994B99979328139C654B30"/>
          </w:pPr>
          <w:r w:rsidRPr="00D0550B">
            <w:t>Own</w:t>
          </w:r>
          <w:r w:rsidRPr="00D0550B">
            <w:t>er 5</w:t>
          </w:r>
        </w:p>
      </w:docPartBody>
    </w:docPart>
    <w:docPart>
      <w:docPartPr>
        <w:name w:val="AF8E1EFED821437CA9D8A370517C9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8725C-3144-4555-BEE3-57FDD21F8831}"/>
      </w:docPartPr>
      <w:docPartBody>
        <w:p w:rsidR="00000000" w:rsidRDefault="00EE4477">
          <w:pPr>
            <w:pStyle w:val="AF8E1EFED821437CA9D8A370517C9E13"/>
          </w:pPr>
          <w:r w:rsidRPr="00D0550B">
            <w:t>Time</w:t>
          </w:r>
        </w:p>
      </w:docPartBody>
    </w:docPart>
    <w:docPart>
      <w:docPartPr>
        <w:name w:val="FC7661C4C6F14EB290054E7AFF63BB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B1137-DAA2-435B-9B5B-0B78DC5E61CC}"/>
      </w:docPartPr>
      <w:docPartBody>
        <w:p w:rsidR="00000000" w:rsidRDefault="00EE4477">
          <w:pPr>
            <w:pStyle w:val="FC7661C4C6F14EB290054E7AFF63BBC6"/>
          </w:pPr>
          <w:r w:rsidRPr="00D0550B">
            <w:t>Principal's Report</w:t>
          </w:r>
        </w:p>
      </w:docPartBody>
    </w:docPart>
    <w:docPart>
      <w:docPartPr>
        <w:name w:val="2D4F3673960444BB81AEEC5CCB097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43F73-AD8A-483A-97BD-2DE04FCD26D1}"/>
      </w:docPartPr>
      <w:docPartBody>
        <w:p w:rsidR="00000000" w:rsidRDefault="00EE4477">
          <w:pPr>
            <w:pStyle w:val="2D4F3673960444BB81AEEC5CCB097339"/>
          </w:pPr>
          <w:r w:rsidRPr="00D0550B">
            <w:t>Owner 6</w:t>
          </w:r>
        </w:p>
      </w:docPartBody>
    </w:docPart>
    <w:docPart>
      <w:docPartPr>
        <w:name w:val="108CF2F716B144528A0C5F24BF857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EF1B2-0029-40D6-A9B5-1B62E3B587F1}"/>
      </w:docPartPr>
      <w:docPartBody>
        <w:p w:rsidR="00000000" w:rsidRDefault="00EE4477">
          <w:pPr>
            <w:pStyle w:val="108CF2F716B144528A0C5F24BF8577DA"/>
          </w:pPr>
          <w:r w:rsidRPr="00D0550B">
            <w:t>Time</w:t>
          </w:r>
        </w:p>
      </w:docPartBody>
    </w:docPart>
    <w:docPart>
      <w:docPartPr>
        <w:name w:val="923AD3272E80448EBB3AA630B8A8D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B4B27-AACE-4B15-9235-A5A482AF7C1C}"/>
      </w:docPartPr>
      <w:docPartBody>
        <w:p w:rsidR="00000000" w:rsidRDefault="00EE4477">
          <w:pPr>
            <w:pStyle w:val="923AD3272E80448EBB3AA630B8A8D382"/>
          </w:pPr>
          <w:r w:rsidRPr="00D0550B">
            <w:t>Break</w:t>
          </w:r>
        </w:p>
      </w:docPartBody>
    </w:docPart>
    <w:docPart>
      <w:docPartPr>
        <w:name w:val="E5FA66DC96E94EB2A81072916B920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3F963-BE9A-4DB2-BB9D-1A97D72F7A73}"/>
      </w:docPartPr>
      <w:docPartBody>
        <w:p w:rsidR="00000000" w:rsidRDefault="00EE4477">
          <w:pPr>
            <w:pStyle w:val="E5FA66DC96E94EB2A81072916B920EDA"/>
          </w:pPr>
          <w:r w:rsidRPr="00D0550B">
            <w:t>Owner 7</w:t>
          </w:r>
        </w:p>
      </w:docPartBody>
    </w:docPart>
    <w:docPart>
      <w:docPartPr>
        <w:name w:val="1A2AB877DE1142F0B61A869805A42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EEF99-B250-45E5-BA4D-09098977FFA1}"/>
      </w:docPartPr>
      <w:docPartBody>
        <w:p w:rsidR="00000000" w:rsidRDefault="00EE4477">
          <w:pPr>
            <w:pStyle w:val="1A2AB877DE1142F0B61A869805A42722"/>
          </w:pPr>
          <w:r w:rsidRPr="00D0550B">
            <w:t>Time</w:t>
          </w:r>
        </w:p>
      </w:docPartBody>
    </w:docPart>
    <w:docPart>
      <w:docPartPr>
        <w:name w:val="EF372F6482EB47F19AB44E4AD8E4BC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ADFD9-2083-4475-BBB3-BA696D55EA3E}"/>
      </w:docPartPr>
      <w:docPartBody>
        <w:p w:rsidR="003F0EA8" w:rsidRPr="00D0550B" w:rsidRDefault="00EE4477" w:rsidP="00D0550B">
          <w:r w:rsidRPr="00D0550B">
            <w:t>New Business</w:t>
          </w:r>
        </w:p>
        <w:p w:rsidR="003F0EA8" w:rsidRPr="00D0550B" w:rsidRDefault="00EE4477" w:rsidP="00385963">
          <w:pPr>
            <w:pStyle w:val="ListBullet"/>
          </w:pPr>
          <w:r w:rsidRPr="00D0550B">
            <w:t xml:space="preserve">Recap of Back to School Night – </w:t>
          </w:r>
          <w:r w:rsidRPr="00385963">
            <w:t>Kalle Persson</w:t>
          </w:r>
        </w:p>
        <w:p w:rsidR="003F0EA8" w:rsidRPr="00D0550B" w:rsidRDefault="00EE4477" w:rsidP="00385963">
          <w:pPr>
            <w:pStyle w:val="ListBullet"/>
          </w:pPr>
          <w:r w:rsidRPr="00D0550B">
            <w:t xml:space="preserve">Parent Education Programs – </w:t>
          </w:r>
          <w:r w:rsidRPr="00385963">
            <w:t>Jens Martensson</w:t>
          </w:r>
          <w:r w:rsidRPr="00D0550B">
            <w:t>, school counselor</w:t>
          </w:r>
        </w:p>
        <w:p w:rsidR="00000000" w:rsidRDefault="00EE4477">
          <w:pPr>
            <w:pStyle w:val="EF372F6482EB47F19AB44E4AD8E4BC8C"/>
          </w:pPr>
          <w:r w:rsidRPr="00D0550B">
            <w:t xml:space="preserve">Teacher grants application process – </w:t>
          </w:r>
          <w:r w:rsidRPr="00385963">
            <w:t>Ian Hansson</w:t>
          </w:r>
          <w:r w:rsidRPr="00D0550B">
            <w:t xml:space="preserve">, </w:t>
          </w:r>
          <w:r>
            <w:t xml:space="preserve">School </w:t>
          </w:r>
          <w:r>
            <w:t>Principal</w:t>
          </w:r>
        </w:p>
      </w:docPartBody>
    </w:docPart>
    <w:docPart>
      <w:docPartPr>
        <w:name w:val="DF83634B87E641938B0362CE9EBB3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C0ECE-14E4-4177-AEBC-B30AD21B289A}"/>
      </w:docPartPr>
      <w:docPartBody>
        <w:p w:rsidR="00000000" w:rsidRDefault="00EE4477">
          <w:pPr>
            <w:pStyle w:val="DF83634B87E641938B0362CE9EBB31CA"/>
          </w:pPr>
          <w:r w:rsidRPr="00D0550B">
            <w:t>Owner 8</w:t>
          </w:r>
        </w:p>
      </w:docPartBody>
    </w:docPart>
    <w:docPart>
      <w:docPartPr>
        <w:name w:val="785870A541B44A2F8A2D7E1C13724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5AED6-804C-41F5-83B9-65E87983F4A8}"/>
      </w:docPartPr>
      <w:docPartBody>
        <w:p w:rsidR="00000000" w:rsidRDefault="00EE4477">
          <w:pPr>
            <w:pStyle w:val="785870A541B44A2F8A2D7E1C13724ACB"/>
          </w:pPr>
          <w:r w:rsidRPr="00D0550B">
            <w:t>Time</w:t>
          </w:r>
        </w:p>
      </w:docPartBody>
    </w:docPart>
    <w:docPart>
      <w:docPartPr>
        <w:name w:val="262ABA9C1FD8416880AEE87709560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40F86-C5EB-45DE-AA6B-C6E9E318837B}"/>
      </w:docPartPr>
      <w:docPartBody>
        <w:p w:rsidR="003F0EA8" w:rsidRPr="00D0550B" w:rsidRDefault="00EE4477" w:rsidP="00D0550B">
          <w:r w:rsidRPr="00D0550B">
            <w:t>Committee Reports</w:t>
          </w:r>
        </w:p>
        <w:p w:rsidR="003F0EA8" w:rsidRPr="00D0550B" w:rsidRDefault="00EE4477" w:rsidP="00D0550B">
          <w:pPr>
            <w:pStyle w:val="ListBullet"/>
          </w:pPr>
          <w:r w:rsidRPr="00D0550B">
            <w:t xml:space="preserve">Membership, </w:t>
          </w:r>
          <w:r>
            <w:t>Kalle</w:t>
          </w:r>
        </w:p>
        <w:p w:rsidR="003F0EA8" w:rsidRPr="00D0550B" w:rsidRDefault="00EE4477" w:rsidP="00D0550B">
          <w:pPr>
            <w:pStyle w:val="ListBullet"/>
          </w:pPr>
          <w:r w:rsidRPr="00D0550B">
            <w:t xml:space="preserve">Volunteers, </w:t>
          </w:r>
          <w:r>
            <w:t>Jens</w:t>
          </w:r>
        </w:p>
        <w:p w:rsidR="003F0EA8" w:rsidRPr="00D0550B" w:rsidRDefault="00EE4477" w:rsidP="00D0550B">
          <w:pPr>
            <w:pStyle w:val="ListBullet"/>
          </w:pPr>
          <w:r w:rsidRPr="00D0550B">
            <w:t xml:space="preserve">Newsletter, </w:t>
          </w:r>
          <w:r>
            <w:t>Ian</w:t>
          </w:r>
        </w:p>
        <w:p w:rsidR="00000000" w:rsidRDefault="00EE4477">
          <w:pPr>
            <w:pStyle w:val="262ABA9C1FD8416880AEE87709560B13"/>
          </w:pPr>
          <w:r w:rsidRPr="00D0550B">
            <w:t xml:space="preserve">Computer Support, </w:t>
          </w:r>
          <w:r>
            <w:t>Ian</w:t>
          </w:r>
        </w:p>
      </w:docPartBody>
    </w:docPart>
    <w:docPart>
      <w:docPartPr>
        <w:name w:val="081F6481E1304468832303A9D1FEB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30325-C52B-4A50-9457-B280D406E184}"/>
      </w:docPartPr>
      <w:docPartBody>
        <w:p w:rsidR="00000000" w:rsidRDefault="00EE4477">
          <w:pPr>
            <w:pStyle w:val="081F6481E1304468832303A9D1FEB202"/>
          </w:pPr>
          <w:r w:rsidRPr="00D0550B">
            <w:t>Owner 9</w:t>
          </w:r>
        </w:p>
      </w:docPartBody>
    </w:docPart>
    <w:docPart>
      <w:docPartPr>
        <w:name w:val="327893634D834DD8BC682EB755D7C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86D8A-8880-4B7D-828A-281EFFD025D7}"/>
      </w:docPartPr>
      <w:docPartBody>
        <w:p w:rsidR="00000000" w:rsidRDefault="00EE4477">
          <w:pPr>
            <w:pStyle w:val="327893634D834DD8BC682EB755D7CD8F"/>
          </w:pPr>
          <w:r w:rsidRPr="00D0550B">
            <w:t>Time</w:t>
          </w:r>
        </w:p>
      </w:docPartBody>
    </w:docPart>
    <w:docPart>
      <w:docPartPr>
        <w:name w:val="AAB400109A5F4BB8A552FD4C65FE2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E6111-EA9A-4B48-82D4-5517E9DAC1CB}"/>
      </w:docPartPr>
      <w:docPartBody>
        <w:p w:rsidR="00000000" w:rsidRDefault="00EE4477">
          <w:pPr>
            <w:pStyle w:val="AAB400109A5F4BB8A552FD4C65FE26A5"/>
          </w:pPr>
          <w:r w:rsidRPr="00D0550B">
            <w:t>Announcements</w:t>
          </w:r>
        </w:p>
      </w:docPartBody>
    </w:docPart>
    <w:docPart>
      <w:docPartPr>
        <w:name w:val="59665CD9F9544C17A1559646F23AA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46456-55BD-4F92-A4D6-DECAFE672E01}"/>
      </w:docPartPr>
      <w:docPartBody>
        <w:p w:rsidR="00000000" w:rsidRDefault="00EE4477">
          <w:pPr>
            <w:pStyle w:val="59665CD9F9544C17A1559646F23AA2CA"/>
          </w:pPr>
          <w:r w:rsidRPr="00D0550B">
            <w:t>Owner 10</w:t>
          </w:r>
        </w:p>
      </w:docPartBody>
    </w:docPart>
    <w:docPart>
      <w:docPartPr>
        <w:name w:val="62924C8FF58C4D8C89422C0A9834A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C703B-8F7A-40C6-925C-317A45EF69B9}"/>
      </w:docPartPr>
      <w:docPartBody>
        <w:p w:rsidR="00000000" w:rsidRDefault="00EE4477">
          <w:pPr>
            <w:pStyle w:val="62924C8FF58C4D8C89422C0A9834AEF2"/>
          </w:pPr>
          <w:r w:rsidRPr="00D0550B">
            <w:t>Time</w:t>
          </w:r>
        </w:p>
      </w:docPartBody>
    </w:docPart>
    <w:docPart>
      <w:docPartPr>
        <w:name w:val="4BB2156BA68E4A68B3E55BFF6BAA6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1F0F4-D1FE-4E85-B70F-7B521404B223}"/>
      </w:docPartPr>
      <w:docPartBody>
        <w:p w:rsidR="00000000" w:rsidRDefault="00EE4477">
          <w:pPr>
            <w:pStyle w:val="4BB2156BA68E4A68B3E55BFF6BAA68EB"/>
          </w:pPr>
          <w:r w:rsidRPr="00D0550B">
            <w:t>Adjournment</w:t>
          </w:r>
        </w:p>
      </w:docPartBody>
    </w:docPart>
    <w:docPart>
      <w:docPartPr>
        <w:name w:val="4BB355B7BEFA4814BF4301FA90368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9EB5B-517C-43B6-9D0E-3F28E492EED1}"/>
      </w:docPartPr>
      <w:docPartBody>
        <w:p w:rsidR="00000000" w:rsidRDefault="00EE4477">
          <w:pPr>
            <w:pStyle w:val="4BB355B7BEFA4814BF4301FA90368A02"/>
          </w:pPr>
          <w:r w:rsidRPr="00D0550B">
            <w:t>Owner 11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477"/>
    <w:rsid w:val="00EE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paragraph" w:customStyle="1" w:styleId="4D58D2983E204ECC82D1DD96A88A16D2">
    <w:name w:val="4D58D2983E204ECC82D1DD96A88A16D2"/>
  </w:style>
  <w:style w:type="paragraph" w:customStyle="1" w:styleId="8006A5FC9D9A4113865B692FB54ADE65">
    <w:name w:val="8006A5FC9D9A4113865B692FB54ADE65"/>
  </w:style>
  <w:style w:type="paragraph" w:customStyle="1" w:styleId="3D1C063E237248358CEFC15AA0693783">
    <w:name w:val="3D1C063E237248358CEFC15AA0693783"/>
  </w:style>
  <w:style w:type="paragraph" w:customStyle="1" w:styleId="0FED9EE00DA24547AAE0BE5AED2630AF">
    <w:name w:val="0FED9EE00DA24547AAE0BE5AED2630AF"/>
  </w:style>
  <w:style w:type="paragraph" w:customStyle="1" w:styleId="07BAAB9682784CC3B3BBB74A789742BB">
    <w:name w:val="07BAAB9682784CC3B3BBB74A789742BB"/>
  </w:style>
  <w:style w:type="paragraph" w:customStyle="1" w:styleId="81139D505C4447C09CC128F615AB4343">
    <w:name w:val="81139D505C4447C09CC128F615AB4343"/>
  </w:style>
  <w:style w:type="paragraph" w:customStyle="1" w:styleId="77900DFA794D46BE97B34BA78BE0D3C1">
    <w:name w:val="77900DFA794D46BE97B34BA78BE0D3C1"/>
  </w:style>
  <w:style w:type="paragraph" w:customStyle="1" w:styleId="BBFE6CA1B351469BABBB7EFB40BC9F1A">
    <w:name w:val="BBFE6CA1B351469BABBB7EFB40BC9F1A"/>
  </w:style>
  <w:style w:type="paragraph" w:customStyle="1" w:styleId="1B8A20DD2BAE4DAB8AFC890238920150">
    <w:name w:val="1B8A20DD2BAE4DAB8AFC890238920150"/>
  </w:style>
  <w:style w:type="paragraph" w:customStyle="1" w:styleId="09D9BD6599784B948BC3F7EB45A57035">
    <w:name w:val="09D9BD6599784B948BC3F7EB45A57035"/>
  </w:style>
  <w:style w:type="paragraph" w:customStyle="1" w:styleId="4B87D290277F43A38A688DD12C03C198">
    <w:name w:val="4B87D290277F43A38A688DD12C03C198"/>
  </w:style>
  <w:style w:type="paragraph" w:customStyle="1" w:styleId="0494F6B0A6D1490A9601EC4A1EF427B2">
    <w:name w:val="0494F6B0A6D1490A9601EC4A1EF427B2"/>
  </w:style>
  <w:style w:type="paragraph" w:customStyle="1" w:styleId="F0E2750286C9465D88D9E374BBF2845B">
    <w:name w:val="F0E2750286C9465D88D9E374BBF2845B"/>
  </w:style>
  <w:style w:type="paragraph" w:customStyle="1" w:styleId="6FFFCCBD015849DCA185BC1668E772AF">
    <w:name w:val="6FFFCCBD015849DCA185BC1668E772AF"/>
  </w:style>
  <w:style w:type="paragraph" w:customStyle="1" w:styleId="64CE3CA63EC54B59AF185FEE10A8DA79">
    <w:name w:val="64CE3CA63EC54B59AF185FEE10A8DA79"/>
  </w:style>
  <w:style w:type="paragraph" w:customStyle="1" w:styleId="9C0C1CD1E7D7489A8C082AB7BE73AE2D">
    <w:name w:val="9C0C1CD1E7D7489A8C082AB7BE73AE2D"/>
  </w:style>
  <w:style w:type="paragraph" w:customStyle="1" w:styleId="16B7A76D043F4C76836518D6885099AA">
    <w:name w:val="16B7A76D043F4C76836518D6885099AA"/>
  </w:style>
  <w:style w:type="paragraph" w:customStyle="1" w:styleId="0FAF4566516E4682908446234E0D7B75">
    <w:name w:val="0FAF4566516E4682908446234E0D7B75"/>
  </w:style>
  <w:style w:type="paragraph" w:customStyle="1" w:styleId="97DE437E9ACA4E2C94672B6FE4582B0B">
    <w:name w:val="97DE437E9ACA4E2C94672B6FE4582B0B"/>
  </w:style>
  <w:style w:type="paragraph" w:customStyle="1" w:styleId="CE8FE0EA8482464CAA2503A2018B614F">
    <w:name w:val="CE8FE0EA8482464CAA2503A2018B614F"/>
  </w:style>
  <w:style w:type="paragraph" w:customStyle="1" w:styleId="6D551ED398B74774BFD050829198A419">
    <w:name w:val="6D551ED398B74774BFD050829198A419"/>
  </w:style>
  <w:style w:type="paragraph" w:customStyle="1" w:styleId="157D4502C691469FB458EB20CE1E56A5">
    <w:name w:val="157D4502C691469FB458EB20CE1E56A5"/>
  </w:style>
  <w:style w:type="paragraph" w:customStyle="1" w:styleId="E94B639DCC054E3AB3CBC326AC50971D">
    <w:name w:val="E94B639DCC054E3AB3CBC326AC50971D"/>
  </w:style>
  <w:style w:type="paragraph" w:customStyle="1" w:styleId="E81BFA4AC9664D5E9A38257565720DA4">
    <w:name w:val="E81BFA4AC9664D5E9A38257565720DA4"/>
  </w:style>
  <w:style w:type="paragraph" w:customStyle="1" w:styleId="52E4D036E4E142579CAD3D83EBB608B6">
    <w:name w:val="52E4D036E4E142579CAD3D83EBB608B6"/>
  </w:style>
  <w:style w:type="paragraph" w:customStyle="1" w:styleId="4E55E528CB754325866371BC515BD7C2">
    <w:name w:val="4E55E528CB754325866371BC515BD7C2"/>
  </w:style>
  <w:style w:type="paragraph" w:customStyle="1" w:styleId="D2EAFEDA05CD41C186450AD4C31FD867">
    <w:name w:val="D2EAFEDA05CD41C186450AD4C31FD867"/>
  </w:style>
  <w:style w:type="paragraph" w:customStyle="1" w:styleId="4B62F2E02AD54706B78422752C935635">
    <w:name w:val="4B62F2E02AD54706B78422752C935635"/>
  </w:style>
  <w:style w:type="paragraph" w:customStyle="1" w:styleId="4CB337BDFCDE459682C1D5148EC3F81A">
    <w:name w:val="4CB337BDFCDE459682C1D5148EC3F81A"/>
  </w:style>
  <w:style w:type="paragraph" w:customStyle="1" w:styleId="CDB8E83DC8CE44B89FE66BA9FC3A19E6">
    <w:name w:val="CDB8E83DC8CE44B89FE66BA9FC3A19E6"/>
  </w:style>
  <w:style w:type="paragraph" w:customStyle="1" w:styleId="CBB799A6381F493B9C72703D8BE609E1">
    <w:name w:val="CBB799A6381F493B9C72703D8BE609E1"/>
  </w:style>
  <w:style w:type="paragraph" w:customStyle="1" w:styleId="5F1ADB767FE646A0BFBDD814B6E86856">
    <w:name w:val="5F1ADB767FE646A0BFBDD814B6E86856"/>
  </w:style>
  <w:style w:type="paragraph" w:customStyle="1" w:styleId="D42E534779AE416D840924D851319532">
    <w:name w:val="D42E534779AE416D840924D851319532"/>
  </w:style>
  <w:style w:type="paragraph" w:customStyle="1" w:styleId="35CDB52075A2441CB12E4955B684E169">
    <w:name w:val="35CDB52075A2441CB12E4955B684E169"/>
  </w:style>
  <w:style w:type="paragraph" w:customStyle="1" w:styleId="B3314F53DE1A4C38ADFC1FD839F52480">
    <w:name w:val="B3314F53DE1A4C38ADFC1FD839F52480"/>
  </w:style>
  <w:style w:type="paragraph" w:customStyle="1" w:styleId="47A920E00D994B99979328139C654B30">
    <w:name w:val="47A920E00D994B99979328139C654B30"/>
  </w:style>
  <w:style w:type="paragraph" w:customStyle="1" w:styleId="AF8E1EFED821437CA9D8A370517C9E13">
    <w:name w:val="AF8E1EFED821437CA9D8A370517C9E13"/>
  </w:style>
  <w:style w:type="paragraph" w:customStyle="1" w:styleId="FC7661C4C6F14EB290054E7AFF63BBC6">
    <w:name w:val="FC7661C4C6F14EB290054E7AFF63BBC6"/>
  </w:style>
  <w:style w:type="paragraph" w:customStyle="1" w:styleId="2D4F3673960444BB81AEEC5CCB097339">
    <w:name w:val="2D4F3673960444BB81AEEC5CCB097339"/>
  </w:style>
  <w:style w:type="paragraph" w:customStyle="1" w:styleId="108CF2F716B144528A0C5F24BF8577DA">
    <w:name w:val="108CF2F716B144528A0C5F24BF8577DA"/>
  </w:style>
  <w:style w:type="paragraph" w:customStyle="1" w:styleId="923AD3272E80448EBB3AA630B8A8D382">
    <w:name w:val="923AD3272E80448EBB3AA630B8A8D382"/>
  </w:style>
  <w:style w:type="paragraph" w:customStyle="1" w:styleId="E5FA66DC96E94EB2A81072916B920EDA">
    <w:name w:val="E5FA66DC96E94EB2A81072916B920EDA"/>
  </w:style>
  <w:style w:type="paragraph" w:customStyle="1" w:styleId="1A2AB877DE1142F0B61A869805A42722">
    <w:name w:val="1A2AB877DE1142F0B61A869805A42722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 w:line="240" w:lineRule="auto"/>
      <w:contextualSpacing/>
    </w:pPr>
    <w:rPr>
      <w:szCs w:val="21"/>
      <w:lang w:eastAsia="ja-JP"/>
    </w:rPr>
  </w:style>
  <w:style w:type="paragraph" w:customStyle="1" w:styleId="EF372F6482EB47F19AB44E4AD8E4BC8C">
    <w:name w:val="EF372F6482EB47F19AB44E4AD8E4BC8C"/>
  </w:style>
  <w:style w:type="paragraph" w:customStyle="1" w:styleId="DF83634B87E641938B0362CE9EBB31CA">
    <w:name w:val="DF83634B87E641938B0362CE9EBB31CA"/>
  </w:style>
  <w:style w:type="paragraph" w:customStyle="1" w:styleId="785870A541B44A2F8A2D7E1C13724ACB">
    <w:name w:val="785870A541B44A2F8A2D7E1C13724ACB"/>
  </w:style>
  <w:style w:type="paragraph" w:customStyle="1" w:styleId="262ABA9C1FD8416880AEE87709560B13">
    <w:name w:val="262ABA9C1FD8416880AEE87709560B13"/>
  </w:style>
  <w:style w:type="paragraph" w:customStyle="1" w:styleId="081F6481E1304468832303A9D1FEB202">
    <w:name w:val="081F6481E1304468832303A9D1FEB202"/>
  </w:style>
  <w:style w:type="paragraph" w:customStyle="1" w:styleId="327893634D834DD8BC682EB755D7CD8F">
    <w:name w:val="327893634D834DD8BC682EB755D7CD8F"/>
  </w:style>
  <w:style w:type="paragraph" w:customStyle="1" w:styleId="AAB400109A5F4BB8A552FD4C65FE26A5">
    <w:name w:val="AAB400109A5F4BB8A552FD4C65FE26A5"/>
  </w:style>
  <w:style w:type="paragraph" w:customStyle="1" w:styleId="59665CD9F9544C17A1559646F23AA2CA">
    <w:name w:val="59665CD9F9544C17A1559646F23AA2CA"/>
  </w:style>
  <w:style w:type="paragraph" w:customStyle="1" w:styleId="62924C8FF58C4D8C89422C0A9834AEF2">
    <w:name w:val="62924C8FF58C4D8C89422C0A9834AEF2"/>
  </w:style>
  <w:style w:type="paragraph" w:customStyle="1" w:styleId="4BB2156BA68E4A68B3E55BFF6BAA68EB">
    <w:name w:val="4BB2156BA68E4A68B3E55BFF6BAA68EB"/>
  </w:style>
  <w:style w:type="paragraph" w:customStyle="1" w:styleId="4BB355B7BEFA4814BF4301FA90368A02">
    <w:name w:val="4BB355B7BEFA4814BF4301FA90368A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0F400"/>
      </a:accent1>
      <a:accent2>
        <a:srgbClr val="05D74D"/>
      </a:accent2>
      <a:accent3>
        <a:srgbClr val="2F3342"/>
      </a:accent3>
      <a:accent4>
        <a:srgbClr val="038B30"/>
      </a:accent4>
      <a:accent5>
        <a:srgbClr val="05EE55"/>
      </a:accent5>
      <a:accent6>
        <a:srgbClr val="70AD47"/>
      </a:accent6>
      <a:hlink>
        <a:srgbClr val="05D74D"/>
      </a:hlink>
      <a:folHlink>
        <a:srgbClr val="C0F40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53C98E-98BD-437D-ABCA-3EE8935EA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8D7411-4103-42A7-800B-A5ADF4FEDB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30EA215-BAE1-48B7-ABBA-7A19B74373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TF33914461 (1).dotx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&lt;Board members&gt;</vt:lpstr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2018-11-13T11:07:00Z</dcterms:created>
  <dcterms:modified xsi:type="dcterms:W3CDTF">2018-11-13T11:09:00Z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