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FB1" w:rsidRPr="00AA1380" w:rsidRDefault="001830BF" w:rsidP="001830BF">
      <w:pPr>
        <w:pStyle w:val="Title"/>
        <w:jc w:val="center"/>
      </w:pPr>
      <w:r>
        <w:t>Meeting agenda</w:t>
      </w:r>
    </w:p>
    <w:sdt>
      <w:sdtPr>
        <w:alias w:val="Enter meeting title:"/>
        <w:tag w:val="Enter meeting title:"/>
        <w:id w:val="44968575"/>
        <w:placeholder>
          <w:docPart w:val="973B33B5B108451BA2F6BA8CF1B216A2"/>
        </w:placeholder>
        <w:temporary/>
        <w:showingPlcHdr/>
        <w15:appearance w15:val="hidden"/>
      </w:sdtPr>
      <w:sdtEndPr/>
      <w:sdtContent>
        <w:p w:rsidR="00215FB1" w:rsidRPr="00D274EE" w:rsidRDefault="00D274EE" w:rsidP="00C37F7F">
          <w:pPr>
            <w:pStyle w:val="Heading1"/>
          </w:pPr>
          <w:r w:rsidRPr="00E73D3F">
            <w:t xml:space="preserve">Meeting </w:t>
          </w:r>
          <w:r w:rsidRPr="00C37F7F">
            <w:t>Title</w:t>
          </w:r>
        </w:p>
      </w:sdtContent>
    </w:sdt>
    <w:p w:rsidR="00662A26" w:rsidRDefault="00731136" w:rsidP="00C37F7F">
      <w:pPr>
        <w:pStyle w:val="Heading2"/>
      </w:pPr>
      <w:sdt>
        <w:sdtPr>
          <w:alias w:val="Enter date:"/>
          <w:tag w:val="Enter date:"/>
          <w:id w:val="497621896"/>
          <w:placeholder>
            <w:docPart w:val="F22E2044C0FD4228A07A271C19E4945F"/>
          </w:placeholder>
          <w:temporary/>
          <w:showingPlcHdr/>
          <w15:appearance w15:val="hidden"/>
        </w:sdtPr>
        <w:sdtEndPr/>
        <w:sdtContent>
          <w:r w:rsidR="00662A26" w:rsidRPr="00C37F7F">
            <w:t>Date</w:t>
          </w:r>
        </w:sdtContent>
      </w:sdt>
    </w:p>
    <w:p w:rsidR="00215FB1" w:rsidRPr="00E73D3F" w:rsidRDefault="00731136" w:rsidP="00C37F7F">
      <w:pPr>
        <w:pStyle w:val="Heading2"/>
      </w:pPr>
      <w:sdt>
        <w:sdtPr>
          <w:alias w:val="Enter start time:"/>
          <w:tag w:val="Enter start time:"/>
          <w:id w:val="44968006"/>
          <w:placeholder>
            <w:docPart w:val="8F4C64E3CBEF41EBB770A26F96ED9B43"/>
          </w:placeholder>
          <w:temporary/>
          <w:showingPlcHdr/>
          <w15:appearance w15:val="hidden"/>
        </w:sdtPr>
        <w:sdtEndPr/>
        <w:sdtContent>
          <w:r w:rsidR="00B46BA6" w:rsidRPr="00C37F7F">
            <w:t>Start</w:t>
          </w:r>
          <w:r w:rsidR="00B46BA6" w:rsidRPr="00E73D3F">
            <w:t xml:space="preserve"> Time</w:t>
          </w:r>
        </w:sdtContent>
      </w:sdt>
      <w:r w:rsidR="00215FB1" w:rsidRPr="00E73D3F">
        <w:t xml:space="preserve"> – </w:t>
      </w:r>
      <w:sdt>
        <w:sdtPr>
          <w:alias w:val="Enter end time:"/>
          <w:tag w:val="Enter end time:"/>
          <w:id w:val="44968033"/>
          <w:placeholder>
            <w:docPart w:val="D77D727B06F541878FD6D46061CC9DA3"/>
          </w:placeholder>
          <w:temporary/>
          <w:showingPlcHdr/>
          <w15:appearance w15:val="hidden"/>
        </w:sdtPr>
        <w:sdtEndPr/>
        <w:sdtContent>
          <w:r w:rsidR="00B46BA6" w:rsidRPr="00C37F7F">
            <w:t>End</w:t>
          </w:r>
          <w:r w:rsidR="00B46BA6" w:rsidRPr="00E73D3F">
            <w:t xml:space="preserve"> Time</w:t>
          </w:r>
        </w:sdtContent>
      </w:sdt>
    </w:p>
    <w:p w:rsidR="00215FB1" w:rsidRDefault="00731136" w:rsidP="00C37F7F">
      <w:sdt>
        <w:sdtPr>
          <w:alias w:val="Meeting called by:"/>
          <w:tag w:val="Meeting called by :"/>
          <w:id w:val="1695115860"/>
          <w:placeholder>
            <w:docPart w:val="E3A46ED0EFC9445CB5C2F413D1615565"/>
          </w:placeholder>
          <w:temporary/>
          <w:showingPlcHdr/>
          <w15:appearance w15:val="hidden"/>
        </w:sdtPr>
        <w:sdtEndPr/>
        <w:sdtContent>
          <w:r w:rsidR="006F1179" w:rsidRPr="00AA1380">
            <w:t>Meeting called by</w:t>
          </w:r>
        </w:sdtContent>
      </w:sdt>
      <w:r w:rsidR="006F1179">
        <w:t xml:space="preserve"> </w:t>
      </w:r>
      <w:sdt>
        <w:sdtPr>
          <w:alias w:val="Enter facilitator name:"/>
          <w:tag w:val="Enter facilitator name:"/>
          <w:id w:val="44968060"/>
          <w:placeholder>
            <w:docPart w:val="BEDAC5FB52574108930DAD34DB3D7F05"/>
          </w:placeholder>
          <w:temporary/>
          <w:showingPlcHdr/>
          <w15:appearance w15:val="hidden"/>
        </w:sdtPr>
        <w:sdtEndPr/>
        <w:sdtContent>
          <w:r w:rsidR="00B46BA6" w:rsidRPr="00AA1380">
            <w:t>Facilitator Name</w:t>
          </w:r>
        </w:sdtContent>
      </w:sdt>
    </w:p>
    <w:tbl>
      <w:tblPr>
        <w:tblStyle w:val="TableGrid"/>
        <w:tblW w:w="5050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1900"/>
        <w:gridCol w:w="8281"/>
      </w:tblGrid>
      <w:tr w:rsidR="00D274EE" w:rsidTr="00F862B1">
        <w:trPr>
          <w:cantSplit/>
          <w:trHeight w:val="360"/>
        </w:trPr>
        <w:sdt>
          <w:sdtPr>
            <w:alias w:val="Attendees:"/>
            <w:tag w:val="Attendees:"/>
            <w:id w:val="-125241275"/>
            <w:placeholder>
              <w:docPart w:val="D11D5F30D8FA46AD8225D4FFF32E0AC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vAlign w:val="bottom"/>
              </w:tcPr>
              <w:p w:rsidR="00D274EE" w:rsidRPr="00D274EE" w:rsidRDefault="006F1179" w:rsidP="00C37F7F">
                <w:pPr>
                  <w:pStyle w:val="Heading3"/>
                </w:pPr>
                <w:r w:rsidRPr="00C37F7F">
                  <w:t>Attendees</w:t>
                </w:r>
                <w:r w:rsidRPr="00E73D3F">
                  <w:t>:</w:t>
                </w:r>
              </w:p>
            </w:tc>
          </w:sdtContent>
        </w:sdt>
        <w:tc>
          <w:tcPr>
            <w:tcW w:w="8281" w:type="dxa"/>
            <w:vAlign w:val="bottom"/>
          </w:tcPr>
          <w:p w:rsidR="00D274EE" w:rsidRDefault="00731136" w:rsidP="00C37F7F">
            <w:sdt>
              <w:sdtPr>
                <w:alias w:val="Enter attendee names:"/>
                <w:tag w:val="Enter attendee names:"/>
                <w:id w:val="44968087"/>
                <w:placeholder>
                  <w:docPart w:val="56BF3371047F4ED4A7C72AF6580BC910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E73D3F">
                  <w:t>Attendee Names</w:t>
                </w:r>
              </w:sdtContent>
            </w:sdt>
          </w:p>
        </w:tc>
      </w:tr>
      <w:tr w:rsidR="00D274EE" w:rsidTr="00F862B1">
        <w:trPr>
          <w:cantSplit/>
          <w:trHeight w:val="360"/>
        </w:trPr>
        <w:sdt>
          <w:sdtPr>
            <w:alias w:val="Please read:"/>
            <w:tag w:val="Please read:"/>
            <w:id w:val="-1578978292"/>
            <w:placeholder>
              <w:docPart w:val="A3ACC58C9BA64CC1908DD29B7898D3F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vAlign w:val="bottom"/>
              </w:tcPr>
              <w:p w:rsidR="00D274EE" w:rsidRPr="00D274EE" w:rsidRDefault="006F1179" w:rsidP="00C37F7F">
                <w:pPr>
                  <w:pStyle w:val="Heading3"/>
                </w:pPr>
                <w:r w:rsidRPr="00C37F7F">
                  <w:t>Please</w:t>
                </w:r>
                <w:r w:rsidRPr="00E73D3F">
                  <w:t xml:space="preserve"> read:</w:t>
                </w:r>
              </w:p>
            </w:tc>
          </w:sdtContent>
        </w:sdt>
        <w:tc>
          <w:tcPr>
            <w:tcW w:w="8281" w:type="dxa"/>
            <w:vAlign w:val="bottom"/>
          </w:tcPr>
          <w:p w:rsidR="00D274EE" w:rsidRDefault="00731136" w:rsidP="00C37F7F">
            <w:sdt>
              <w:sdtPr>
                <w:alias w:val="Enter reading list:"/>
                <w:tag w:val="Enter reading list:"/>
                <w:id w:val="44968114"/>
                <w:placeholder>
                  <w:docPart w:val="ED118D08DA4E4A6EAB9450E50437ABF5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E73D3F">
                  <w:t>Reading List</w:t>
                </w:r>
              </w:sdtContent>
            </w:sdt>
          </w:p>
        </w:tc>
      </w:tr>
      <w:tr w:rsidR="00D274EE" w:rsidTr="00F862B1">
        <w:trPr>
          <w:cantSplit/>
          <w:trHeight w:val="360"/>
        </w:trPr>
        <w:sdt>
          <w:sdtPr>
            <w:alias w:val="Please bring:"/>
            <w:tag w:val="Please bring:"/>
            <w:id w:val="-1939678413"/>
            <w:placeholder>
              <w:docPart w:val="BA0DF9334063444280CAE5516D68C2F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tcMar>
                  <w:left w:w="115" w:type="dxa"/>
                  <w:bottom w:w="288" w:type="dxa"/>
                  <w:right w:w="115" w:type="dxa"/>
                </w:tcMar>
                <w:vAlign w:val="bottom"/>
              </w:tcPr>
              <w:p w:rsidR="00D274EE" w:rsidRPr="00D274EE" w:rsidRDefault="006F1179" w:rsidP="00C37F7F">
                <w:pPr>
                  <w:pStyle w:val="Heading3"/>
                </w:pPr>
                <w:r w:rsidRPr="00C37F7F">
                  <w:t>Please</w:t>
                </w:r>
                <w:r w:rsidRPr="00E73D3F">
                  <w:t xml:space="preserve"> bring:</w:t>
                </w:r>
              </w:p>
            </w:tc>
          </w:sdtContent>
        </w:sdt>
        <w:tc>
          <w:tcPr>
            <w:tcW w:w="8281" w:type="dxa"/>
            <w:tcMar>
              <w:left w:w="115" w:type="dxa"/>
              <w:bottom w:w="288" w:type="dxa"/>
              <w:right w:w="115" w:type="dxa"/>
            </w:tcMar>
            <w:vAlign w:val="bottom"/>
          </w:tcPr>
          <w:p w:rsidR="00D274EE" w:rsidRDefault="00731136" w:rsidP="00C37F7F">
            <w:sdt>
              <w:sdtPr>
                <w:alias w:val="Enter supply list:"/>
                <w:tag w:val="Enter supply list:"/>
                <w:id w:val="44968141"/>
                <w:placeholder>
                  <w:docPart w:val="40B47D1999FE4D9AAD2D04D2508A8AAD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E73D3F">
                  <w:t>Supply List</w:t>
                </w:r>
              </w:sdtContent>
            </w:sdt>
          </w:p>
        </w:tc>
      </w:tr>
    </w:tbl>
    <w:tbl>
      <w:tblPr>
        <w:tblStyle w:val="Style1"/>
        <w:tblW w:w="5050" w:type="pct"/>
        <w:tblInd w:w="-115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2743"/>
        <w:gridCol w:w="5122"/>
        <w:gridCol w:w="2316"/>
      </w:tblGrid>
      <w:tr w:rsidR="00215FB1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215FB1" w:rsidRPr="00E7243F" w:rsidRDefault="00731136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168"/>
                <w:placeholder>
                  <w:docPart w:val="6BE1E9F934354728BC48FA991DF9B1A7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</w:t>
                </w:r>
                <w:r w:rsidR="00B46BA6" w:rsidRPr="00E73D3F">
                  <w:t xml:space="preserve"> Time</w:t>
                </w:r>
              </w:sdtContent>
            </w:sdt>
            <w:r w:rsidR="00215FB1" w:rsidRPr="00E73D3F">
              <w:t xml:space="preserve"> – </w:t>
            </w:r>
            <w:sdt>
              <w:sdtPr>
                <w:alias w:val="Enter end time:"/>
                <w:tag w:val="Enter end time:"/>
                <w:id w:val="44968194"/>
                <w:placeholder>
                  <w:docPart w:val="08848CCC65044F98843FE5DFF5EE2D2C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E73D3F">
                  <w:t>End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ntroduction:"/>
              <w:tag w:val="Enter introduction:"/>
              <w:id w:val="44968222"/>
              <w:placeholder>
                <w:docPart w:val="22A8502EA52B46FC9D7760F2B142D82F"/>
              </w:placeholder>
              <w:temporary/>
              <w:showingPlcHdr/>
              <w15:appearance w15:val="hidden"/>
            </w:sdtPr>
            <w:sdtEndPr/>
            <w:sdtContent>
              <w:p w:rsidR="00215FB1" w:rsidRPr="00E7243F" w:rsidRDefault="00B46BA6" w:rsidP="00C37F7F">
                <w:pPr>
                  <w:pStyle w:val="Heading2"/>
                  <w:outlineLvl w:val="1"/>
                </w:pPr>
                <w:r w:rsidRPr="00C37F7F">
                  <w:t>Introduction</w:t>
                </w:r>
              </w:p>
            </w:sdtContent>
          </w:sdt>
          <w:sdt>
            <w:sdtPr>
              <w:alias w:val="Enter breakfast description:"/>
              <w:tag w:val="Enter breakfast description:"/>
              <w:id w:val="44968251"/>
              <w:placeholder>
                <w:docPart w:val="11BB7A5769D94B219A50696FDB9FEB0E"/>
              </w:placeholder>
              <w:temporary/>
              <w:showingPlcHdr/>
              <w15:appearance w15:val="hidden"/>
            </w:sdtPr>
            <w:sdtEndPr/>
            <w:sdtContent>
              <w:p w:rsidR="00215FB1" w:rsidRDefault="00B46BA6" w:rsidP="00C37F7F">
                <w:r w:rsidRPr="00AA2585">
                  <w:t>Continental Breakfast</w:t>
                </w:r>
              </w:p>
            </w:sdtContent>
          </w:sdt>
          <w:p w:rsidR="00215FB1" w:rsidRDefault="00731136" w:rsidP="00C37F7F">
            <w:sdt>
              <w:sdtPr>
                <w:alias w:val="Topic:"/>
                <w:tag w:val="Topic:"/>
                <w:id w:val="44968279"/>
                <w:placeholder>
                  <w:docPart w:val="99D3D7BAA764444CB43D6392B0A45807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speaker name:"/>
                <w:tag w:val="Enter speaker name:"/>
                <w:id w:val="44968306"/>
                <w:placeholder>
                  <w:docPart w:val="8E862B62478B4E27988DA1397E4BE87F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264F50">
                  <w:t>Speaker</w:t>
                </w:r>
              </w:sdtContent>
            </w:sdt>
          </w:p>
        </w:tc>
        <w:sdt>
          <w:sdtPr>
            <w:alias w:val="Enter location:"/>
            <w:tag w:val="Enter location:"/>
            <w:id w:val="44968383"/>
            <w:placeholder>
              <w:docPart w:val="05486B1128B54BE6803C58522495F3B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215FB1" w:rsidRPr="00D274EE" w:rsidRDefault="00B46BA6" w:rsidP="00C37F7F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B46BA6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E73D3F" w:rsidRDefault="00731136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77"/>
                <w:placeholder>
                  <w:docPart w:val="08ADB328FC2D4ADFAE39D00AF32CD887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</w:t>
                </w:r>
                <w:r w:rsidR="00B46BA6" w:rsidRPr="00E73D3F">
                  <w:t xml:space="preserve"> Time</w:t>
                </w:r>
              </w:sdtContent>
            </w:sdt>
            <w:r w:rsidR="00B46BA6" w:rsidRPr="00E73D3F">
              <w:t xml:space="preserve"> – </w:t>
            </w:r>
            <w:sdt>
              <w:sdtPr>
                <w:alias w:val="Enter end time:"/>
                <w:tag w:val="Enter end time:"/>
                <w:id w:val="44968553"/>
                <w:placeholder>
                  <w:docPart w:val="721F360EB5D34CC6B167CF1A89D5EBA0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C37F7F">
                  <w:t>End</w:t>
                </w:r>
                <w:r w:rsidR="00D274EE" w:rsidRPr="00E73D3F">
                  <w:t xml:space="preserve">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1:"/>
              <w:tag w:val="Enter item 1:"/>
              <w:id w:val="44968333"/>
              <w:placeholder>
                <w:docPart w:val="5C3CB4C4E8584F5EA99E30DAFF92CC4E"/>
              </w:placeholder>
              <w:temporary/>
              <w:showingPlcHdr/>
              <w15:appearance w15:val="hidden"/>
            </w:sdtPr>
            <w:sdtEndPr/>
            <w:sdtContent>
              <w:p w:rsidR="00B46BA6" w:rsidRPr="00E7243F" w:rsidRDefault="00B46BA6" w:rsidP="00C37F7F">
                <w:pPr>
                  <w:pStyle w:val="Heading2"/>
                  <w:outlineLvl w:val="1"/>
                </w:pPr>
                <w:r w:rsidRPr="00C37F7F">
                  <w:t>Item</w:t>
                </w:r>
                <w:r w:rsidR="00FB276C">
                  <w:t xml:space="preserve"> </w:t>
                </w:r>
                <w:r w:rsidR="001370EC">
                  <w:t>#</w:t>
                </w:r>
                <w:r w:rsidR="00FB276C">
                  <w:t>1</w:t>
                </w:r>
              </w:p>
            </w:sdtContent>
          </w:sdt>
          <w:p w:rsidR="00B46BA6" w:rsidRDefault="00731136" w:rsidP="00C37F7F">
            <w:sdt>
              <w:sdtPr>
                <w:alias w:val="Topic:"/>
                <w:tag w:val="Topic:"/>
                <w:id w:val="44968359"/>
                <w:placeholder>
                  <w:docPart w:val="43AC47FAADFA475DA918C7FD2EF4FA97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topic 1:"/>
                <w:tag w:val="Enter topic 1:"/>
                <w:id w:val="1574315052"/>
                <w:placeholder>
                  <w:docPart w:val="8FEBEB5BD68E45E9BB29B308C0C24376"/>
                </w:placeholder>
                <w:temporary/>
                <w:showingPlcHdr/>
                <w15:appearance w15:val="hidden"/>
              </w:sdtPr>
              <w:sdtEndPr/>
              <w:sdtContent>
                <w:bookmarkStart w:id="0" w:name="_GoBack"/>
                <w:r w:rsidR="00FB276C">
                  <w:t>Enter topic</w:t>
                </w:r>
                <w:bookmarkEnd w:id="0"/>
              </w:sdtContent>
            </w:sdt>
          </w:p>
        </w:tc>
        <w:sdt>
          <w:sdtPr>
            <w:alias w:val="Enter location:"/>
            <w:tag w:val="Enter location:"/>
            <w:id w:val="44968413"/>
            <w:placeholder>
              <w:docPart w:val="EABDBC7962414FF598FE30CB149738D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B46BA6" w:rsidRPr="00D274EE" w:rsidRDefault="00B46BA6" w:rsidP="00C37F7F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B46BA6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E7243F" w:rsidRDefault="00731136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79"/>
                <w:placeholder>
                  <w:docPart w:val="77D106CE648B418E8B7417AF0A46CFCD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</w:t>
                </w:r>
                <w:r w:rsidR="00B46BA6" w:rsidRPr="00E73D3F">
                  <w:t xml:space="preserve"> Time</w:t>
                </w:r>
              </w:sdtContent>
            </w:sdt>
            <w:r w:rsidR="00B46BA6" w:rsidRPr="00E73D3F">
              <w:t xml:space="preserve"> – </w:t>
            </w:r>
            <w:sdt>
              <w:sdtPr>
                <w:alias w:val="Enter end time:"/>
                <w:tag w:val="Enter end time:"/>
                <w:id w:val="44968554"/>
                <w:placeholder>
                  <w:docPart w:val="4B1606BD55424E4B8FF86AA4F8758AF8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C37F7F">
                  <w:t>End</w:t>
                </w:r>
                <w:r w:rsidR="00D274EE" w:rsidRPr="00E73D3F">
                  <w:t xml:space="preserve">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2:"/>
              <w:tag w:val="Enter item 2:"/>
              <w:id w:val="44968361"/>
              <w:placeholder>
                <w:docPart w:val="24A9D38FAE90499CB1B263EBE42EA750"/>
              </w:placeholder>
              <w:temporary/>
              <w:showingPlcHdr/>
              <w15:appearance w15:val="hidden"/>
            </w:sdtPr>
            <w:sdtEndPr/>
            <w:sdtContent>
              <w:p w:rsidR="00B46BA6" w:rsidRPr="00E7243F" w:rsidRDefault="00B46BA6" w:rsidP="00C37F7F">
                <w:pPr>
                  <w:pStyle w:val="Heading2"/>
                  <w:outlineLvl w:val="1"/>
                </w:pPr>
                <w:r w:rsidRPr="00C37F7F">
                  <w:t>Item</w:t>
                </w:r>
                <w:r w:rsidR="00FB276C">
                  <w:t xml:space="preserve"> </w:t>
                </w:r>
                <w:r w:rsidR="001370EC">
                  <w:t>#</w:t>
                </w:r>
                <w:r w:rsidR="00FB276C">
                  <w:t>2</w:t>
                </w:r>
              </w:p>
            </w:sdtContent>
          </w:sdt>
          <w:p w:rsidR="00B46BA6" w:rsidRDefault="00731136" w:rsidP="00C37F7F">
            <w:sdt>
              <w:sdtPr>
                <w:alias w:val="Topic:"/>
                <w:tag w:val="Topic:"/>
                <w:id w:val="44968362"/>
                <w:placeholder>
                  <w:docPart w:val="DC34140A84444E8796058C971725B78A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topic 2:"/>
                <w:tag w:val="Enter topic 2:"/>
                <w:id w:val="-2037491101"/>
                <w:placeholder>
                  <w:docPart w:val="17AAF6BA6DB5400CB78E96CE994CAEB9"/>
                </w:placeholder>
                <w:temporary/>
                <w:showingPlcHdr/>
                <w15:appearance w15:val="hidden"/>
              </w:sdtPr>
              <w:sdtEndPr/>
              <w:sdtContent>
                <w:r w:rsidR="00FB276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4"/>
            <w:placeholder>
              <w:docPart w:val="C97DA32091E848F3B05B5E3208AD117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B46BA6" w:rsidRPr="00D274EE" w:rsidRDefault="00B46BA6" w:rsidP="00C37F7F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B46BA6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C37F7F" w:rsidRDefault="00731136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81"/>
                <w:placeholder>
                  <w:docPart w:val="9890D58B0BD04BBC891A526DB1D812D9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 Time</w:t>
                </w:r>
              </w:sdtContent>
            </w:sdt>
            <w:r w:rsidR="00B46BA6" w:rsidRPr="00C37F7F">
              <w:t xml:space="preserve"> – </w:t>
            </w:r>
            <w:sdt>
              <w:sdtPr>
                <w:alias w:val="Enter end time:"/>
                <w:tag w:val="Enter end time:"/>
                <w:id w:val="44968555"/>
                <w:placeholder>
                  <w:docPart w:val="2EBB35DF6BF348C5A65AFAB5D489E17C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C37F7F">
                  <w:t>End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3:"/>
              <w:tag w:val="Enter item 3:"/>
              <w:id w:val="44968371"/>
              <w:placeholder>
                <w:docPart w:val="150475BC5A494E378CE5080122D84644"/>
              </w:placeholder>
              <w:temporary/>
              <w:showingPlcHdr/>
              <w15:appearance w15:val="hidden"/>
            </w:sdtPr>
            <w:sdtEndPr/>
            <w:sdtContent>
              <w:p w:rsidR="00B46BA6" w:rsidRPr="00E7243F" w:rsidRDefault="00B46BA6" w:rsidP="00D274EE">
                <w:pPr>
                  <w:pStyle w:val="Heading2"/>
                  <w:outlineLvl w:val="1"/>
                </w:pPr>
                <w:r w:rsidRPr="00C37F7F">
                  <w:t>Item</w:t>
                </w:r>
                <w:r w:rsidR="00FB276C">
                  <w:t xml:space="preserve"> </w:t>
                </w:r>
                <w:r w:rsidR="001370EC">
                  <w:t>#</w:t>
                </w:r>
                <w:r w:rsidR="00FB276C">
                  <w:t>3</w:t>
                </w:r>
              </w:p>
            </w:sdtContent>
          </w:sdt>
          <w:p w:rsidR="00B46BA6" w:rsidRDefault="00731136" w:rsidP="00C37F7F">
            <w:sdt>
              <w:sdtPr>
                <w:alias w:val="Topic:"/>
                <w:tag w:val="Topic:"/>
                <w:id w:val="44968372"/>
                <w:placeholder>
                  <w:docPart w:val="E215F69807754A8282D7B046877BF583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topic 3:"/>
                <w:tag w:val="Enter topic 3:"/>
                <w:id w:val="-1638322156"/>
                <w:placeholder>
                  <w:docPart w:val="BB83433D8D094D5A9B636E8634FE275D"/>
                </w:placeholder>
                <w:temporary/>
                <w:showingPlcHdr/>
                <w15:appearance w15:val="hidden"/>
              </w:sdtPr>
              <w:sdtEndPr/>
              <w:sdtContent>
                <w:r w:rsidR="00FB276C" w:rsidRPr="00FB276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5"/>
            <w:placeholder>
              <w:docPart w:val="438D7B9EFD9D452B8158DFCE5E8B64F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B46BA6" w:rsidRPr="00D274EE" w:rsidRDefault="00B46BA6" w:rsidP="00AA1380">
                <w:pPr>
                  <w:pStyle w:val="Location"/>
                </w:pPr>
                <w:r w:rsidRPr="00E73D3F">
                  <w:t>L</w:t>
                </w:r>
                <w:r w:rsidRPr="00C37F7F">
                  <w:t>ocation</w:t>
                </w:r>
              </w:p>
            </w:tc>
          </w:sdtContent>
        </w:sdt>
      </w:tr>
    </w:tbl>
    <w:sdt>
      <w:sdtPr>
        <w:alias w:val="Additional instructions:"/>
        <w:id w:val="-1050213888"/>
        <w:placeholder>
          <w:docPart w:val="85772CF4879E486A90BFB0C367C31391"/>
        </w:placeholder>
        <w:temporary/>
        <w:showingPlcHdr/>
        <w15:appearance w15:val="hidden"/>
      </w:sdtPr>
      <w:sdtEndPr/>
      <w:sdtContent>
        <w:p w:rsidR="0096085C" w:rsidRPr="00E7243F" w:rsidRDefault="0096085C" w:rsidP="00E73D3F">
          <w:pPr>
            <w:pStyle w:val="Heading4"/>
          </w:pPr>
          <w:r w:rsidRPr="00C37F7F">
            <w:t xml:space="preserve">Additional </w:t>
          </w:r>
          <w:r w:rsidR="00E73D3F" w:rsidRPr="00C37F7F">
            <w:t>Instruction</w:t>
          </w:r>
          <w:r w:rsidR="00E73D3F">
            <w:t>:</w:t>
          </w:r>
        </w:p>
      </w:sdtContent>
    </w:sdt>
    <w:sdt>
      <w:sdtPr>
        <w:alias w:val="Enter additional instructions:"/>
        <w:tag w:val="Enter additional instructions:"/>
        <w:id w:val="44968416"/>
        <w:placeholder>
          <w:docPart w:val="22F345BD9E7645C093911ED678B72D00"/>
        </w:placeholder>
        <w:temporary/>
        <w:showingPlcHdr/>
        <w15:appearance w15:val="hidden"/>
      </w:sdtPr>
      <w:sdtEndPr/>
      <w:sdtContent>
        <w:p w:rsidR="00264F50" w:rsidRDefault="00B46BA6">
          <w:r w:rsidRPr="0096085C">
            <w:t xml:space="preserve">Use </w:t>
          </w:r>
          <w:r w:rsidRPr="00C37F7F">
            <w:t>this section for additional instructions, comments, or directions.</w:t>
          </w:r>
        </w:p>
      </w:sdtContent>
    </w:sdt>
    <w:sectPr w:rsidR="00264F50" w:rsidSect="00C041D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136" w:rsidRDefault="00731136" w:rsidP="00555D3B">
      <w:pPr>
        <w:spacing w:before="0" w:after="0" w:line="240" w:lineRule="auto"/>
      </w:pPr>
      <w:r>
        <w:separator/>
      </w:r>
    </w:p>
  </w:endnote>
  <w:endnote w:type="continuationSeparator" w:id="0">
    <w:p w:rsidR="00731136" w:rsidRDefault="00731136" w:rsidP="00555D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136" w:rsidRDefault="00731136" w:rsidP="00555D3B">
      <w:pPr>
        <w:spacing w:before="0" w:after="0" w:line="240" w:lineRule="auto"/>
      </w:pPr>
      <w:r>
        <w:separator/>
      </w:r>
    </w:p>
  </w:footnote>
  <w:footnote w:type="continuationSeparator" w:id="0">
    <w:p w:rsidR="00731136" w:rsidRDefault="00731136" w:rsidP="00555D3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0A8EE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5A853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48C89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44F8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8EF50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F23D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E8FB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BCE16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5E73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F216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embedSystemFonts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BF"/>
    <w:rsid w:val="00025FAF"/>
    <w:rsid w:val="000E49DD"/>
    <w:rsid w:val="00116DC5"/>
    <w:rsid w:val="00127243"/>
    <w:rsid w:val="001370EC"/>
    <w:rsid w:val="001830BF"/>
    <w:rsid w:val="00185CD0"/>
    <w:rsid w:val="001E267D"/>
    <w:rsid w:val="00215FB1"/>
    <w:rsid w:val="00264F50"/>
    <w:rsid w:val="002770CD"/>
    <w:rsid w:val="00280720"/>
    <w:rsid w:val="002E055D"/>
    <w:rsid w:val="002F6557"/>
    <w:rsid w:val="003327E8"/>
    <w:rsid w:val="00360077"/>
    <w:rsid w:val="00372ABF"/>
    <w:rsid w:val="003A34B5"/>
    <w:rsid w:val="003D363D"/>
    <w:rsid w:val="0042689F"/>
    <w:rsid w:val="004B126A"/>
    <w:rsid w:val="004F323F"/>
    <w:rsid w:val="00555D3B"/>
    <w:rsid w:val="00563DC8"/>
    <w:rsid w:val="005A5FA8"/>
    <w:rsid w:val="00620332"/>
    <w:rsid w:val="00662A26"/>
    <w:rsid w:val="006F1179"/>
    <w:rsid w:val="00717393"/>
    <w:rsid w:val="0073110F"/>
    <w:rsid w:val="00731136"/>
    <w:rsid w:val="007C645B"/>
    <w:rsid w:val="00816880"/>
    <w:rsid w:val="00821BC9"/>
    <w:rsid w:val="00825A2B"/>
    <w:rsid w:val="0091004F"/>
    <w:rsid w:val="0096085C"/>
    <w:rsid w:val="009C6D71"/>
    <w:rsid w:val="009F751F"/>
    <w:rsid w:val="00A3057E"/>
    <w:rsid w:val="00A4516E"/>
    <w:rsid w:val="00A63BE8"/>
    <w:rsid w:val="00AA1380"/>
    <w:rsid w:val="00AA2585"/>
    <w:rsid w:val="00B1229F"/>
    <w:rsid w:val="00B46BA6"/>
    <w:rsid w:val="00B9392D"/>
    <w:rsid w:val="00C01C4C"/>
    <w:rsid w:val="00C041DB"/>
    <w:rsid w:val="00C37F7F"/>
    <w:rsid w:val="00C57EA3"/>
    <w:rsid w:val="00C656BA"/>
    <w:rsid w:val="00CD440E"/>
    <w:rsid w:val="00CE6D3B"/>
    <w:rsid w:val="00D268A5"/>
    <w:rsid w:val="00D274EE"/>
    <w:rsid w:val="00D46794"/>
    <w:rsid w:val="00D868B9"/>
    <w:rsid w:val="00DF1E72"/>
    <w:rsid w:val="00E3045C"/>
    <w:rsid w:val="00E7243F"/>
    <w:rsid w:val="00E73D3F"/>
    <w:rsid w:val="00E871F6"/>
    <w:rsid w:val="00E92149"/>
    <w:rsid w:val="00EC740E"/>
    <w:rsid w:val="00EE25C5"/>
    <w:rsid w:val="00F41B30"/>
    <w:rsid w:val="00F65D44"/>
    <w:rsid w:val="00F736BA"/>
    <w:rsid w:val="00F862B1"/>
    <w:rsid w:val="00F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4A01BC"/>
  <w15:docId w15:val="{8E4C37B3-C6CF-4273-A67F-3B119D53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99" w:unhideWhenUsed="1" w:qFormat="1"/>
    <w:lsdException w:name="Emphasis" w:semiHidden="1" w:uiPriority="99" w:unhideWhenUsed="1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3110F"/>
  </w:style>
  <w:style w:type="paragraph" w:styleId="Heading1">
    <w:name w:val="heading 1"/>
    <w:basedOn w:val="Normal"/>
    <w:uiPriority w:val="9"/>
    <w:qFormat/>
    <w:rsid w:val="002770CD"/>
    <w:pPr>
      <w:keepNext/>
      <w:spacing w:before="240"/>
      <w:contextualSpacing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uiPriority w:val="9"/>
    <w:unhideWhenUsed/>
    <w:qFormat/>
    <w:rsid w:val="002770CD"/>
    <w:pPr>
      <w:spacing w:after="200"/>
      <w:contextualSpacing/>
      <w:outlineLvl w:val="1"/>
    </w:pPr>
    <w:rPr>
      <w:b/>
    </w:rPr>
  </w:style>
  <w:style w:type="paragraph" w:styleId="Heading3">
    <w:name w:val="heading 3"/>
    <w:basedOn w:val="Normal"/>
    <w:link w:val="Heading3Char"/>
    <w:uiPriority w:val="9"/>
    <w:unhideWhenUsed/>
    <w:qFormat/>
    <w:rsid w:val="002770CD"/>
    <w:pPr>
      <w:contextualSpacing/>
      <w:outlineLvl w:val="2"/>
    </w:pPr>
    <w:rPr>
      <w:b/>
    </w:rPr>
  </w:style>
  <w:style w:type="paragraph" w:styleId="Heading4">
    <w:name w:val="heading 4"/>
    <w:basedOn w:val="Normal"/>
    <w:link w:val="Heading4Char"/>
    <w:uiPriority w:val="9"/>
    <w:unhideWhenUsed/>
    <w:qFormat/>
    <w:rsid w:val="00E73D3F"/>
    <w:pPr>
      <w:keepNext/>
      <w:keepLines/>
      <w:spacing w:before="300" w:after="100"/>
      <w:contextualSpacing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70CD"/>
    <w:rPr>
      <w:b/>
    </w:rPr>
  </w:style>
  <w:style w:type="paragraph" w:customStyle="1" w:styleId="Location">
    <w:name w:val="Location"/>
    <w:basedOn w:val="Normal"/>
    <w:uiPriority w:val="11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70CD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794"/>
    <w:rPr>
      <w:rFonts w:ascii="Tahoma" w:hAnsi="Tahoma" w:cs="Tahoma"/>
      <w:szCs w:val="16"/>
    </w:rPr>
  </w:style>
  <w:style w:type="paragraph" w:styleId="Title">
    <w:name w:val="Title"/>
    <w:basedOn w:val="Normal"/>
    <w:next w:val="Heading1"/>
    <w:uiPriority w:val="1"/>
    <w:qFormat/>
    <w:rsid w:val="00AA1380"/>
    <w:pPr>
      <w:spacing w:before="240" w:after="80"/>
      <w:contextualSpacing/>
      <w:jc w:val="right"/>
    </w:pPr>
    <w:rPr>
      <w:rFonts w:asciiTheme="majorHAnsi" w:hAnsiTheme="majorHAnsi" w:cs="Arial"/>
      <w:b/>
      <w:caps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D46794"/>
    <w:rPr>
      <w:color w:val="595959" w:themeColor="text1" w:themeTint="A6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F75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5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0C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0C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F751F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770C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6794"/>
    <w:rPr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0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679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70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79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70C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6794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2770CD"/>
    <w:pPr>
      <w:spacing w:before="0" w:after="200" w:line="240" w:lineRule="auto"/>
    </w:pPr>
    <w:rPr>
      <w:i/>
      <w:iCs/>
      <w:color w:val="1F497D" w:themeColor="text2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70CD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0C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79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794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25C5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6794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6794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EE25C5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794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E25C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79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E25C5"/>
    <w:rPr>
      <w:rFonts w:ascii="Consolas" w:hAnsi="Consolas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E25C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E25C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22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1980" w:hanging="220"/>
    </w:pPr>
  </w:style>
  <w:style w:type="character" w:styleId="LineNumber">
    <w:name w:val="line number"/>
    <w:basedOn w:val="DefaultParagraphFont"/>
    <w:uiPriority w:val="99"/>
    <w:semiHidden/>
    <w:unhideWhenUsed/>
    <w:rsid w:val="00EE25C5"/>
  </w:style>
  <w:style w:type="paragraph" w:styleId="List">
    <w:name w:val="List"/>
    <w:basedOn w:val="Normal"/>
    <w:uiPriority w:val="99"/>
    <w:semiHidden/>
    <w:unhideWhenUsed/>
    <w:rsid w:val="00EE25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E25C5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5C5"/>
    <w:pPr>
      <w:spacing w:after="120"/>
      <w:ind w:left="283"/>
      <w:contextualSpacing/>
    </w:pPr>
  </w:style>
  <w:style w:type="paragraph" w:styleId="MacroText">
    <w:name w:val="macro"/>
    <w:link w:val="MacroTextChar"/>
    <w:uiPriority w:val="99"/>
    <w:semiHidden/>
    <w:unhideWhenUsed/>
    <w:rsid w:val="00EE25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6794"/>
    <w:rPr>
      <w:rFonts w:ascii="Consolas" w:hAnsi="Consolas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5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679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794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5C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6794"/>
  </w:style>
  <w:style w:type="paragraph" w:styleId="Subtitle">
    <w:name w:val="Subtitle"/>
    <w:basedOn w:val="Normal"/>
    <w:link w:val="SubtitleChar"/>
    <w:uiPriority w:val="99"/>
    <w:semiHidden/>
    <w:unhideWhenUsed/>
    <w:qFormat/>
    <w:rsid w:val="00EE25C5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467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5C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5C5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E25C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E25C5"/>
    <w:pPr>
      <w:spacing w:after="100"/>
    </w:pPr>
  </w:style>
  <w:style w:type="paragraph" w:styleId="Quote">
    <w:name w:val="Quote"/>
    <w:basedOn w:val="Normal"/>
    <w:link w:val="QuoteChar"/>
    <w:uiPriority w:val="29"/>
    <w:semiHidden/>
    <w:unhideWhenUsed/>
    <w:qFormat/>
    <w:rsid w:val="009F751F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F751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F751F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F751F"/>
    <w:rPr>
      <w:i/>
      <w:iCs/>
      <w:color w:val="365F91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E25C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46794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D46794"/>
    <w:rPr>
      <w:b/>
      <w:bCs/>
      <w:i/>
      <w:iCs/>
      <w:spacing w:val="0"/>
    </w:r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9F751F"/>
    <w:pPr>
      <w:framePr w:wrap="around" w:vAnchor="text" w:hAnchor="text" w:y="1"/>
    </w:pPr>
    <w:rPr>
      <w:rFonts w:eastAsiaTheme="majorEastAsia" w:cstheme="majorBidi"/>
      <w:bCs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D46794"/>
    <w:rPr>
      <w:color w:val="595959" w:themeColor="text1" w:themeTint="A6"/>
      <w:shd w:val="clear" w:color="auto" w:fill="E6E6E6"/>
    </w:rPr>
  </w:style>
  <w:style w:type="table" w:styleId="TableGridLight">
    <w:name w:val="Grid Table Light"/>
    <w:basedOn w:val="TableNormal"/>
    <w:uiPriority w:val="40"/>
    <w:rsid w:val="00CE6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4">
    <w:name w:val="Grid Table 1 Light Accent 4"/>
    <w:basedOn w:val="TableNormal"/>
    <w:uiPriority w:val="46"/>
    <w:rsid w:val="00AA138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264F50"/>
    <w:pPr>
      <w:spacing w:before="0" w:after="0" w:line="240" w:lineRule="auto"/>
    </w:pPr>
    <w:tblPr>
      <w:tblBorders>
        <w:top w:val="double" w:sz="4" w:space="0" w:color="7F7F7F" w:themeColor="text1" w:themeTint="80"/>
        <w:bottom w:val="double" w:sz="4" w:space="0" w:color="7F7F7F" w:themeColor="text1" w:themeTint="80"/>
        <w:insideH w:val="double" w:sz="4" w:space="0" w:color="7F7F7F" w:themeColor="text1" w:themeTint="80"/>
      </w:tblBorders>
    </w:tblPr>
  </w:style>
  <w:style w:type="paragraph" w:styleId="Header">
    <w:name w:val="header"/>
    <w:basedOn w:val="Normal"/>
    <w:link w:val="HeaderChar"/>
    <w:uiPriority w:val="99"/>
    <w:unhideWhenUsed/>
    <w:rsid w:val="00555D3B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D3B"/>
  </w:style>
  <w:style w:type="paragraph" w:styleId="Footer">
    <w:name w:val="footer"/>
    <w:basedOn w:val="Normal"/>
    <w:link w:val="FooterChar"/>
    <w:uiPriority w:val="99"/>
    <w:unhideWhenUsed/>
    <w:rsid w:val="00555D3B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D3B"/>
  </w:style>
  <w:style w:type="paragraph" w:styleId="Bibliography">
    <w:name w:val="Bibliography"/>
    <w:basedOn w:val="Normal"/>
    <w:next w:val="Normal"/>
    <w:uiPriority w:val="37"/>
    <w:semiHidden/>
    <w:unhideWhenUsed/>
    <w:rsid w:val="00E92149"/>
  </w:style>
  <w:style w:type="paragraph" w:styleId="BodyText2">
    <w:name w:val="Body Text 2"/>
    <w:basedOn w:val="Normal"/>
    <w:link w:val="BodyText2Char"/>
    <w:uiPriority w:val="99"/>
    <w:semiHidden/>
    <w:unhideWhenUsed/>
    <w:rsid w:val="00E921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92149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9214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9214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9214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9214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9214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92149"/>
  </w:style>
  <w:style w:type="paragraph" w:styleId="Closing">
    <w:name w:val="Closing"/>
    <w:basedOn w:val="Normal"/>
    <w:link w:val="Closing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92149"/>
  </w:style>
  <w:style w:type="table" w:styleId="ColorfulGrid">
    <w:name w:val="Colorful Grid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2149"/>
  </w:style>
  <w:style w:type="character" w:customStyle="1" w:styleId="DateChar">
    <w:name w:val="Date Char"/>
    <w:basedOn w:val="DefaultParagraphFont"/>
    <w:link w:val="Date"/>
    <w:uiPriority w:val="99"/>
    <w:semiHidden/>
    <w:rsid w:val="00E92149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92149"/>
  </w:style>
  <w:style w:type="character" w:styleId="Emphasis">
    <w:name w:val="Emphasis"/>
    <w:basedOn w:val="DefaultParagraphFont"/>
    <w:uiPriority w:val="99"/>
    <w:semiHidden/>
    <w:unhideWhenUsed/>
    <w:qFormat/>
    <w:rsid w:val="00E9214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92149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E9214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9214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92149"/>
    <w:rPr>
      <w:vertAlign w:val="superscript"/>
    </w:rPr>
  </w:style>
  <w:style w:type="table" w:styleId="GridTable1Light">
    <w:name w:val="Grid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E73D3F"/>
    <w:rPr>
      <w:rFonts w:eastAsiaTheme="majorEastAsia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51F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TMLAcronym">
    <w:name w:val="HTML Acronym"/>
    <w:basedOn w:val="DefaultParagraphFont"/>
    <w:uiPriority w:val="99"/>
    <w:semiHidden/>
    <w:unhideWhenUsed/>
    <w:rsid w:val="00E92149"/>
  </w:style>
  <w:style w:type="paragraph" w:styleId="HTMLAddress">
    <w:name w:val="HTML Address"/>
    <w:basedOn w:val="Normal"/>
    <w:link w:val="HTMLAddressChar"/>
    <w:uiPriority w:val="99"/>
    <w:semiHidden/>
    <w:unhideWhenUsed/>
    <w:rsid w:val="00E9214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214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92149"/>
    <w:rPr>
      <w:i/>
      <w:iCs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76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92149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2">
    <w:name w:val="List 2"/>
    <w:basedOn w:val="Normal"/>
    <w:uiPriority w:val="99"/>
    <w:semiHidden/>
    <w:unhideWhenUsed/>
    <w:rsid w:val="00E9214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9214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9214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9214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E9214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9214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9214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92149"/>
    <w:pPr>
      <w:numPr>
        <w:numId w:val="10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9214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9214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9214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9214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9214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9214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9214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9214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92149"/>
    <w:pPr>
      <w:numPr>
        <w:numId w:val="5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E9214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paragraph" w:styleId="NoSpacing">
    <w:name w:val="No Spacing"/>
    <w:uiPriority w:val="1"/>
    <w:semiHidden/>
    <w:unhideWhenUsed/>
    <w:qFormat/>
    <w:rsid w:val="00E92149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214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9214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92149"/>
  </w:style>
  <w:style w:type="character" w:styleId="PageNumber">
    <w:name w:val="page number"/>
    <w:basedOn w:val="DefaultParagraphFont"/>
    <w:uiPriority w:val="99"/>
    <w:semiHidden/>
    <w:unhideWhenUsed/>
    <w:rsid w:val="00E92149"/>
  </w:style>
  <w:style w:type="table" w:styleId="PlainTable1">
    <w:name w:val="Plain Table 1"/>
    <w:basedOn w:val="TableNormal"/>
    <w:uiPriority w:val="41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92149"/>
  </w:style>
  <w:style w:type="character" w:styleId="SmartHyperlink">
    <w:name w:val="Smart Hyperlink"/>
    <w:basedOn w:val="DefaultParagraphFont"/>
    <w:uiPriority w:val="99"/>
    <w:semiHidden/>
    <w:unhideWhenUsed/>
    <w:rsid w:val="00E92149"/>
    <w:rPr>
      <w:u w:val="dotted"/>
    </w:rPr>
  </w:style>
  <w:style w:type="character" w:styleId="Strong">
    <w:name w:val="Strong"/>
    <w:basedOn w:val="DefaultParagraphFont"/>
    <w:uiPriority w:val="99"/>
    <w:semiHidden/>
    <w:unhideWhenUsed/>
    <w:qFormat/>
    <w:rsid w:val="00E92149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214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2149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214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214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214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214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214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214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214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214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214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214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214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214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214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214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214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214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214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E9214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214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214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214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214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214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214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E9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214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214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E9214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unhideWhenUsed/>
    <w:rsid w:val="00E9214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9214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9214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9214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9214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9214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9214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92149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Local\Packages\Microsoft.MicrosoftEdge_8wekyb3d8bbwe\TempState\Downloads\TF02806216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73B33B5B108451BA2F6BA8CF1B21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27991-4617-448F-946F-589508A856C3}"/>
      </w:docPartPr>
      <w:docPartBody>
        <w:p w:rsidR="00000000" w:rsidRDefault="00D808C0">
          <w:pPr>
            <w:pStyle w:val="973B33B5B108451BA2F6BA8CF1B216A2"/>
          </w:pPr>
          <w:r w:rsidRPr="00E73D3F">
            <w:t xml:space="preserve">Meeting </w:t>
          </w:r>
          <w:r w:rsidRPr="00C37F7F">
            <w:t>Title</w:t>
          </w:r>
        </w:p>
      </w:docPartBody>
    </w:docPart>
    <w:docPart>
      <w:docPartPr>
        <w:name w:val="F22E2044C0FD4228A07A271C19E49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46FCC-C999-414A-8BC1-17099CF1D9D2}"/>
      </w:docPartPr>
      <w:docPartBody>
        <w:p w:rsidR="00000000" w:rsidRDefault="00D808C0">
          <w:pPr>
            <w:pStyle w:val="F22E2044C0FD4228A07A271C19E4945F"/>
          </w:pPr>
          <w:r w:rsidRPr="00C37F7F">
            <w:t>Date</w:t>
          </w:r>
        </w:p>
      </w:docPartBody>
    </w:docPart>
    <w:docPart>
      <w:docPartPr>
        <w:name w:val="8F4C64E3CBEF41EBB770A26F96ED9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84DC1-E69A-4263-893D-E298B40A2850}"/>
      </w:docPartPr>
      <w:docPartBody>
        <w:p w:rsidR="00000000" w:rsidRDefault="00D808C0">
          <w:pPr>
            <w:pStyle w:val="8F4C64E3CBEF41EBB770A26F96ED9B43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D77D727B06F541878FD6D46061CC9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CF91-A043-4E3B-8C83-0C36E0B1633A}"/>
      </w:docPartPr>
      <w:docPartBody>
        <w:p w:rsidR="00000000" w:rsidRDefault="00D808C0">
          <w:pPr>
            <w:pStyle w:val="D77D727B06F541878FD6D46061CC9DA3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E3A46ED0EFC9445CB5C2F413D1615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8C700-62C8-46A2-ACCE-5C2509909BED}"/>
      </w:docPartPr>
      <w:docPartBody>
        <w:p w:rsidR="00000000" w:rsidRDefault="00D808C0">
          <w:pPr>
            <w:pStyle w:val="E3A46ED0EFC9445CB5C2F413D1615565"/>
          </w:pPr>
          <w:r w:rsidRPr="00AA1380">
            <w:t>Meeting called by</w:t>
          </w:r>
        </w:p>
      </w:docPartBody>
    </w:docPart>
    <w:docPart>
      <w:docPartPr>
        <w:name w:val="BEDAC5FB52574108930DAD34DB3D7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7AE4E-4572-4DED-AC07-4524CE3C71C2}"/>
      </w:docPartPr>
      <w:docPartBody>
        <w:p w:rsidR="00000000" w:rsidRDefault="00D808C0">
          <w:pPr>
            <w:pStyle w:val="BEDAC5FB52574108930DAD34DB3D7F05"/>
          </w:pPr>
          <w:r w:rsidRPr="00AA1380">
            <w:t>Facilitator Name</w:t>
          </w:r>
        </w:p>
      </w:docPartBody>
    </w:docPart>
    <w:docPart>
      <w:docPartPr>
        <w:name w:val="D11D5F30D8FA46AD8225D4FFF32E0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AE567-4E92-4E2F-BC05-721734787407}"/>
      </w:docPartPr>
      <w:docPartBody>
        <w:p w:rsidR="00000000" w:rsidRDefault="00D808C0">
          <w:pPr>
            <w:pStyle w:val="D11D5F30D8FA46AD8225D4FFF32E0AC3"/>
          </w:pPr>
          <w:r w:rsidRPr="00C37F7F">
            <w:t>Attendees</w:t>
          </w:r>
          <w:r w:rsidRPr="00E73D3F">
            <w:t>:</w:t>
          </w:r>
        </w:p>
      </w:docPartBody>
    </w:docPart>
    <w:docPart>
      <w:docPartPr>
        <w:name w:val="56BF3371047F4ED4A7C72AF6580BC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9C503-4D76-418D-9C8B-FAD112DD8852}"/>
      </w:docPartPr>
      <w:docPartBody>
        <w:p w:rsidR="00000000" w:rsidRDefault="00D808C0">
          <w:pPr>
            <w:pStyle w:val="56BF3371047F4ED4A7C72AF6580BC910"/>
          </w:pPr>
          <w:r w:rsidRPr="00E73D3F">
            <w:t>Attendee Names</w:t>
          </w:r>
        </w:p>
      </w:docPartBody>
    </w:docPart>
    <w:docPart>
      <w:docPartPr>
        <w:name w:val="A3ACC58C9BA64CC1908DD29B7898D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6FA65-1401-465D-921B-9198B31579F4}"/>
      </w:docPartPr>
      <w:docPartBody>
        <w:p w:rsidR="00000000" w:rsidRDefault="00D808C0">
          <w:pPr>
            <w:pStyle w:val="A3ACC58C9BA64CC1908DD29B7898D3F8"/>
          </w:pPr>
          <w:r w:rsidRPr="00C37F7F">
            <w:t>Please</w:t>
          </w:r>
          <w:r w:rsidRPr="00E73D3F">
            <w:t xml:space="preserve"> read:</w:t>
          </w:r>
        </w:p>
      </w:docPartBody>
    </w:docPart>
    <w:docPart>
      <w:docPartPr>
        <w:name w:val="ED118D08DA4E4A6EAB9450E50437A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485A-3111-4048-8E1F-D4B987DFA85A}"/>
      </w:docPartPr>
      <w:docPartBody>
        <w:p w:rsidR="00000000" w:rsidRDefault="00D808C0">
          <w:pPr>
            <w:pStyle w:val="ED118D08DA4E4A6EAB9450E50437ABF5"/>
          </w:pPr>
          <w:r w:rsidRPr="00E73D3F">
            <w:t>Reading List</w:t>
          </w:r>
        </w:p>
      </w:docPartBody>
    </w:docPart>
    <w:docPart>
      <w:docPartPr>
        <w:name w:val="BA0DF9334063444280CAE5516D68C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A2495-CDAE-41B7-8D54-9EB4C54D5D6A}"/>
      </w:docPartPr>
      <w:docPartBody>
        <w:p w:rsidR="00000000" w:rsidRDefault="00D808C0">
          <w:pPr>
            <w:pStyle w:val="BA0DF9334063444280CAE5516D68C2F8"/>
          </w:pPr>
          <w:r w:rsidRPr="00C37F7F">
            <w:t>Please</w:t>
          </w:r>
          <w:r w:rsidRPr="00E73D3F">
            <w:t xml:space="preserve"> bring:</w:t>
          </w:r>
        </w:p>
      </w:docPartBody>
    </w:docPart>
    <w:docPart>
      <w:docPartPr>
        <w:name w:val="40B47D1999FE4D9AAD2D04D2508A8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C49F0-C0ED-46A6-9C92-0D8403A57834}"/>
      </w:docPartPr>
      <w:docPartBody>
        <w:p w:rsidR="00000000" w:rsidRDefault="00D808C0">
          <w:pPr>
            <w:pStyle w:val="40B47D1999FE4D9AAD2D04D2508A8AAD"/>
          </w:pPr>
          <w:r w:rsidRPr="00E73D3F">
            <w:t>Supply List</w:t>
          </w:r>
        </w:p>
      </w:docPartBody>
    </w:docPart>
    <w:docPart>
      <w:docPartPr>
        <w:name w:val="6BE1E9F934354728BC48FA991DF9B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CE02D-12CA-49F5-9EEE-E9502BB138D6}"/>
      </w:docPartPr>
      <w:docPartBody>
        <w:p w:rsidR="00000000" w:rsidRDefault="00D808C0">
          <w:pPr>
            <w:pStyle w:val="6BE1E9F934354728BC48FA991DF9B1A7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08848CCC65044F98843FE5DFF5EE2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28D2E-92D2-446B-9EEE-C932CC0C30F0}"/>
      </w:docPartPr>
      <w:docPartBody>
        <w:p w:rsidR="00000000" w:rsidRDefault="00D808C0">
          <w:pPr>
            <w:pStyle w:val="08848CCC65044F98843FE5DFF5EE2D2C"/>
          </w:pPr>
          <w:r w:rsidRPr="00E73D3F">
            <w:t>End Time</w:t>
          </w:r>
        </w:p>
      </w:docPartBody>
    </w:docPart>
    <w:docPart>
      <w:docPartPr>
        <w:name w:val="22A8502EA52B46FC9D7760F2B142D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37A6C-D1BB-4AC4-A239-CF71D6603286}"/>
      </w:docPartPr>
      <w:docPartBody>
        <w:p w:rsidR="00000000" w:rsidRDefault="00D808C0">
          <w:pPr>
            <w:pStyle w:val="22A8502EA52B46FC9D7760F2B142D82F"/>
          </w:pPr>
          <w:r w:rsidRPr="00C37F7F">
            <w:t>Introduction</w:t>
          </w:r>
        </w:p>
      </w:docPartBody>
    </w:docPart>
    <w:docPart>
      <w:docPartPr>
        <w:name w:val="11BB7A5769D94B219A50696FDB9FE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15A76-20E0-4912-A816-340D5832EA0A}"/>
      </w:docPartPr>
      <w:docPartBody>
        <w:p w:rsidR="00000000" w:rsidRDefault="00D808C0">
          <w:pPr>
            <w:pStyle w:val="11BB7A5769D94B219A50696FDB9FEB0E"/>
          </w:pPr>
          <w:r w:rsidRPr="00AA2585">
            <w:t>Continental Breakfast</w:t>
          </w:r>
        </w:p>
      </w:docPartBody>
    </w:docPart>
    <w:docPart>
      <w:docPartPr>
        <w:name w:val="99D3D7BAA764444CB43D6392B0A45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8BB6B-3BB8-4EA3-A74A-B3444DE09FC2}"/>
      </w:docPartPr>
      <w:docPartBody>
        <w:p w:rsidR="00000000" w:rsidRDefault="00D808C0">
          <w:pPr>
            <w:pStyle w:val="99D3D7BAA764444CB43D6392B0A45807"/>
          </w:pPr>
          <w:r w:rsidRPr="00AA1380">
            <w:t>Topic</w:t>
          </w:r>
        </w:p>
      </w:docPartBody>
    </w:docPart>
    <w:docPart>
      <w:docPartPr>
        <w:name w:val="8E862B62478B4E27988DA1397E4BE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5FDBE-4701-41D0-AA94-068DD1B29A7C}"/>
      </w:docPartPr>
      <w:docPartBody>
        <w:p w:rsidR="00000000" w:rsidRDefault="00D808C0">
          <w:pPr>
            <w:pStyle w:val="8E862B62478B4E27988DA1397E4BE87F"/>
          </w:pPr>
          <w:r w:rsidRPr="00264F50">
            <w:t>Speaker</w:t>
          </w:r>
        </w:p>
      </w:docPartBody>
    </w:docPart>
    <w:docPart>
      <w:docPartPr>
        <w:name w:val="05486B1128B54BE6803C58522495F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85B85-DC06-480B-B549-3C9C1F22D997}"/>
      </w:docPartPr>
      <w:docPartBody>
        <w:p w:rsidR="00000000" w:rsidRDefault="00D808C0">
          <w:pPr>
            <w:pStyle w:val="05486B1128B54BE6803C58522495F3B1"/>
          </w:pPr>
          <w:r w:rsidRPr="00C37F7F">
            <w:t>Location</w:t>
          </w:r>
        </w:p>
      </w:docPartBody>
    </w:docPart>
    <w:docPart>
      <w:docPartPr>
        <w:name w:val="08ADB328FC2D4ADFAE39D00AF32CD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16960-9E59-4DBC-ACF0-27FA37668F02}"/>
      </w:docPartPr>
      <w:docPartBody>
        <w:p w:rsidR="00000000" w:rsidRDefault="00D808C0">
          <w:pPr>
            <w:pStyle w:val="08ADB328FC2D4ADFAE39D00AF32CD887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721F360EB5D34CC6B167CF1A89D5E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7E7C8-BDC7-4413-9386-5409AB171C04}"/>
      </w:docPartPr>
      <w:docPartBody>
        <w:p w:rsidR="00000000" w:rsidRDefault="00D808C0">
          <w:pPr>
            <w:pStyle w:val="721F360EB5D34CC6B167CF1A89D5EBA0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5C3CB4C4E8584F5EA99E30DAFF92C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BBEA6-7E8C-42AA-B36F-3CFDC6A280CA}"/>
      </w:docPartPr>
      <w:docPartBody>
        <w:p w:rsidR="00000000" w:rsidRDefault="00D808C0">
          <w:pPr>
            <w:pStyle w:val="5C3CB4C4E8584F5EA99E30DAFF92CC4E"/>
          </w:pPr>
          <w:r w:rsidRPr="00C37F7F">
            <w:t>Item</w:t>
          </w:r>
          <w:r>
            <w:t xml:space="preserve"> #1</w:t>
          </w:r>
        </w:p>
      </w:docPartBody>
    </w:docPart>
    <w:docPart>
      <w:docPartPr>
        <w:name w:val="43AC47FAADFA475DA918C7FD2EF4F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97B0A-FF31-44C8-BE77-058C41DA802E}"/>
      </w:docPartPr>
      <w:docPartBody>
        <w:p w:rsidR="00000000" w:rsidRDefault="00D808C0">
          <w:pPr>
            <w:pStyle w:val="43AC47FAADFA475DA918C7FD2EF4FA97"/>
          </w:pPr>
          <w:r w:rsidRPr="00AA1380">
            <w:t>Topic</w:t>
          </w:r>
        </w:p>
      </w:docPartBody>
    </w:docPart>
    <w:docPart>
      <w:docPartPr>
        <w:name w:val="8FEBEB5BD68E45E9BB29B308C0C24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BD9D6-B0AD-4AC3-A38E-E140313D73D2}"/>
      </w:docPartPr>
      <w:docPartBody>
        <w:p w:rsidR="00000000" w:rsidRDefault="00D808C0">
          <w:pPr>
            <w:pStyle w:val="8FEBEB5BD68E45E9BB29B308C0C24376"/>
          </w:pPr>
          <w:r>
            <w:t>Enter topic</w:t>
          </w:r>
        </w:p>
      </w:docPartBody>
    </w:docPart>
    <w:docPart>
      <w:docPartPr>
        <w:name w:val="EABDBC7962414FF598FE30CB14973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18FA7-B76F-4D2C-9CC2-E807C406B226}"/>
      </w:docPartPr>
      <w:docPartBody>
        <w:p w:rsidR="00000000" w:rsidRDefault="00D808C0">
          <w:pPr>
            <w:pStyle w:val="EABDBC7962414FF598FE30CB149738DF"/>
          </w:pPr>
          <w:r w:rsidRPr="00C37F7F">
            <w:t>Location</w:t>
          </w:r>
        </w:p>
      </w:docPartBody>
    </w:docPart>
    <w:docPart>
      <w:docPartPr>
        <w:name w:val="77D106CE648B418E8B7417AF0A46C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FF1B8-F315-4266-8104-35877481E314}"/>
      </w:docPartPr>
      <w:docPartBody>
        <w:p w:rsidR="00000000" w:rsidRDefault="00D808C0">
          <w:pPr>
            <w:pStyle w:val="77D106CE648B418E8B7417AF0A46CFCD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4B1606BD55424E4B8FF86AA4F8758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FC61C-B1E7-41BA-9963-E5041A1748A5}"/>
      </w:docPartPr>
      <w:docPartBody>
        <w:p w:rsidR="00000000" w:rsidRDefault="00D808C0">
          <w:pPr>
            <w:pStyle w:val="4B1606BD55424E4B8FF86AA4F8758AF8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24A9D38FAE90499CB1B263EBE42EA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C8778-1586-44B7-A8E0-499051E36576}"/>
      </w:docPartPr>
      <w:docPartBody>
        <w:p w:rsidR="00000000" w:rsidRDefault="00D808C0">
          <w:pPr>
            <w:pStyle w:val="24A9D38FAE90499CB1B263EBE42EA750"/>
          </w:pPr>
          <w:r w:rsidRPr="00C37F7F">
            <w:t>Item</w:t>
          </w:r>
          <w:r>
            <w:t xml:space="preserve"> #2</w:t>
          </w:r>
        </w:p>
      </w:docPartBody>
    </w:docPart>
    <w:docPart>
      <w:docPartPr>
        <w:name w:val="DC34140A84444E8796058C971725B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2EEA4-D3D5-4537-B99E-F1FAC88FFD8B}"/>
      </w:docPartPr>
      <w:docPartBody>
        <w:p w:rsidR="00000000" w:rsidRDefault="00D808C0">
          <w:pPr>
            <w:pStyle w:val="DC34140A84444E8796058C971725B78A"/>
          </w:pPr>
          <w:r w:rsidRPr="00AA1380">
            <w:t>Topic</w:t>
          </w:r>
        </w:p>
      </w:docPartBody>
    </w:docPart>
    <w:docPart>
      <w:docPartPr>
        <w:name w:val="17AAF6BA6DB5400CB78E96CE994CA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4C9CA-0432-4CF6-8DEB-10F126A18CE5}"/>
      </w:docPartPr>
      <w:docPartBody>
        <w:p w:rsidR="00000000" w:rsidRDefault="00D808C0">
          <w:pPr>
            <w:pStyle w:val="17AAF6BA6DB5400CB78E96CE994CAEB9"/>
          </w:pPr>
          <w:r>
            <w:t>Enter topic</w:t>
          </w:r>
        </w:p>
      </w:docPartBody>
    </w:docPart>
    <w:docPart>
      <w:docPartPr>
        <w:name w:val="C97DA32091E848F3B05B5E3208AD1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A62D9-E682-4ADC-8FDE-3F6E3B525F98}"/>
      </w:docPartPr>
      <w:docPartBody>
        <w:p w:rsidR="00000000" w:rsidRDefault="00D808C0">
          <w:pPr>
            <w:pStyle w:val="C97DA32091E848F3B05B5E3208AD1179"/>
          </w:pPr>
          <w:r w:rsidRPr="00C37F7F">
            <w:t>Location</w:t>
          </w:r>
        </w:p>
      </w:docPartBody>
    </w:docPart>
    <w:docPart>
      <w:docPartPr>
        <w:name w:val="9890D58B0BD04BBC891A526DB1D81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DEAAD-3BDD-4996-B590-249C68EA6CC1}"/>
      </w:docPartPr>
      <w:docPartBody>
        <w:p w:rsidR="00000000" w:rsidRDefault="00D808C0">
          <w:pPr>
            <w:pStyle w:val="9890D58B0BD04BBC891A526DB1D812D9"/>
          </w:pPr>
          <w:r w:rsidRPr="00C37F7F">
            <w:t>Start Time</w:t>
          </w:r>
        </w:p>
      </w:docPartBody>
    </w:docPart>
    <w:docPart>
      <w:docPartPr>
        <w:name w:val="2EBB35DF6BF348C5A65AFAB5D489E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4DCE5-891E-4B6A-924A-AEA2FACA90F0}"/>
      </w:docPartPr>
      <w:docPartBody>
        <w:p w:rsidR="00000000" w:rsidRDefault="00D808C0">
          <w:pPr>
            <w:pStyle w:val="2EBB35DF6BF348C5A65AFAB5D489E17C"/>
          </w:pPr>
          <w:r w:rsidRPr="00C37F7F">
            <w:t>End Time</w:t>
          </w:r>
        </w:p>
      </w:docPartBody>
    </w:docPart>
    <w:docPart>
      <w:docPartPr>
        <w:name w:val="150475BC5A494E378CE5080122D84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21B6A-30C7-46E1-A0EE-8998D1E00507}"/>
      </w:docPartPr>
      <w:docPartBody>
        <w:p w:rsidR="00000000" w:rsidRDefault="00D808C0">
          <w:pPr>
            <w:pStyle w:val="150475BC5A494E378CE5080122D84644"/>
          </w:pPr>
          <w:r w:rsidRPr="00C37F7F">
            <w:t>Item</w:t>
          </w:r>
          <w:r>
            <w:t xml:space="preserve"> #3</w:t>
          </w:r>
        </w:p>
      </w:docPartBody>
    </w:docPart>
    <w:docPart>
      <w:docPartPr>
        <w:name w:val="E215F69807754A8282D7B046877BF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486C3-4DEF-43CB-B031-EDBE824A1D06}"/>
      </w:docPartPr>
      <w:docPartBody>
        <w:p w:rsidR="00000000" w:rsidRDefault="00D808C0">
          <w:pPr>
            <w:pStyle w:val="E215F69807754A8282D7B046877BF583"/>
          </w:pPr>
          <w:r w:rsidRPr="00AA1380">
            <w:t>Topic</w:t>
          </w:r>
        </w:p>
      </w:docPartBody>
    </w:docPart>
    <w:docPart>
      <w:docPartPr>
        <w:name w:val="BB83433D8D094D5A9B636E8634FE2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B0069-E969-4B95-ACFC-BFD1DF459BC9}"/>
      </w:docPartPr>
      <w:docPartBody>
        <w:p w:rsidR="00000000" w:rsidRDefault="00D808C0">
          <w:pPr>
            <w:pStyle w:val="BB83433D8D094D5A9B636E8634FE275D"/>
          </w:pPr>
          <w:r w:rsidRPr="00FB276C">
            <w:t>Enter topic</w:t>
          </w:r>
        </w:p>
      </w:docPartBody>
    </w:docPart>
    <w:docPart>
      <w:docPartPr>
        <w:name w:val="438D7B9EFD9D452B8158DFCE5E8B6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FABE0-0CB0-40BD-89DC-81569B646A29}"/>
      </w:docPartPr>
      <w:docPartBody>
        <w:p w:rsidR="00000000" w:rsidRDefault="00D808C0">
          <w:pPr>
            <w:pStyle w:val="438D7B9EFD9D452B8158DFCE5E8B64FF"/>
          </w:pPr>
          <w:r w:rsidRPr="00E73D3F">
            <w:t>L</w:t>
          </w:r>
          <w:r w:rsidRPr="00C37F7F">
            <w:t>ocation</w:t>
          </w:r>
        </w:p>
      </w:docPartBody>
    </w:docPart>
    <w:docPart>
      <w:docPartPr>
        <w:name w:val="85772CF4879E486A90BFB0C367C31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44230-B45E-439A-9218-AFC9A709D108}"/>
      </w:docPartPr>
      <w:docPartBody>
        <w:p w:rsidR="00000000" w:rsidRDefault="00D808C0">
          <w:pPr>
            <w:pStyle w:val="85772CF4879E486A90BFB0C367C31391"/>
          </w:pPr>
          <w:r w:rsidRPr="00C37F7F">
            <w:t>Additional Instruction</w:t>
          </w:r>
          <w:r>
            <w:t>:</w:t>
          </w:r>
        </w:p>
      </w:docPartBody>
    </w:docPart>
    <w:docPart>
      <w:docPartPr>
        <w:name w:val="22F345BD9E7645C093911ED678B72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3B734-EE90-4556-A59B-D193BA995D5E}"/>
      </w:docPartPr>
      <w:docPartBody>
        <w:p w:rsidR="00000000" w:rsidRDefault="00D808C0">
          <w:pPr>
            <w:pStyle w:val="22F345BD9E7645C093911ED678B72D00"/>
          </w:pPr>
          <w:r w:rsidRPr="0096085C">
            <w:t xml:space="preserve">Use </w:t>
          </w:r>
          <w:r w:rsidRPr="00C37F7F">
            <w:t>this section for additional instructions, comments, or directions.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C0"/>
    <w:rsid w:val="00D8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70FCC47E2B44A88AD0B265CA68690A">
    <w:name w:val="D870FCC47E2B44A88AD0B265CA68690A"/>
  </w:style>
  <w:style w:type="paragraph" w:customStyle="1" w:styleId="973B33B5B108451BA2F6BA8CF1B216A2">
    <w:name w:val="973B33B5B108451BA2F6BA8CF1B216A2"/>
  </w:style>
  <w:style w:type="paragraph" w:customStyle="1" w:styleId="F22E2044C0FD4228A07A271C19E4945F">
    <w:name w:val="F22E2044C0FD4228A07A271C19E4945F"/>
  </w:style>
  <w:style w:type="paragraph" w:customStyle="1" w:styleId="8F4C64E3CBEF41EBB770A26F96ED9B43">
    <w:name w:val="8F4C64E3CBEF41EBB770A26F96ED9B43"/>
  </w:style>
  <w:style w:type="paragraph" w:customStyle="1" w:styleId="D77D727B06F541878FD6D46061CC9DA3">
    <w:name w:val="D77D727B06F541878FD6D46061CC9DA3"/>
  </w:style>
  <w:style w:type="paragraph" w:customStyle="1" w:styleId="E3A46ED0EFC9445CB5C2F413D1615565">
    <w:name w:val="E3A46ED0EFC9445CB5C2F413D1615565"/>
  </w:style>
  <w:style w:type="paragraph" w:customStyle="1" w:styleId="BEDAC5FB52574108930DAD34DB3D7F05">
    <w:name w:val="BEDAC5FB52574108930DAD34DB3D7F05"/>
  </w:style>
  <w:style w:type="paragraph" w:customStyle="1" w:styleId="D11D5F30D8FA46AD8225D4FFF32E0AC3">
    <w:name w:val="D11D5F30D8FA46AD8225D4FFF32E0AC3"/>
  </w:style>
  <w:style w:type="paragraph" w:customStyle="1" w:styleId="56BF3371047F4ED4A7C72AF6580BC910">
    <w:name w:val="56BF3371047F4ED4A7C72AF6580BC910"/>
  </w:style>
  <w:style w:type="paragraph" w:customStyle="1" w:styleId="A3ACC58C9BA64CC1908DD29B7898D3F8">
    <w:name w:val="A3ACC58C9BA64CC1908DD29B7898D3F8"/>
  </w:style>
  <w:style w:type="paragraph" w:customStyle="1" w:styleId="ED118D08DA4E4A6EAB9450E50437ABF5">
    <w:name w:val="ED118D08DA4E4A6EAB9450E50437ABF5"/>
  </w:style>
  <w:style w:type="paragraph" w:customStyle="1" w:styleId="BA0DF9334063444280CAE5516D68C2F8">
    <w:name w:val="BA0DF9334063444280CAE5516D68C2F8"/>
  </w:style>
  <w:style w:type="paragraph" w:customStyle="1" w:styleId="40B47D1999FE4D9AAD2D04D2508A8AAD">
    <w:name w:val="40B47D1999FE4D9AAD2D04D2508A8AAD"/>
  </w:style>
  <w:style w:type="paragraph" w:customStyle="1" w:styleId="6BE1E9F934354728BC48FA991DF9B1A7">
    <w:name w:val="6BE1E9F934354728BC48FA991DF9B1A7"/>
  </w:style>
  <w:style w:type="paragraph" w:customStyle="1" w:styleId="08848CCC65044F98843FE5DFF5EE2D2C">
    <w:name w:val="08848CCC65044F98843FE5DFF5EE2D2C"/>
  </w:style>
  <w:style w:type="paragraph" w:customStyle="1" w:styleId="22A8502EA52B46FC9D7760F2B142D82F">
    <w:name w:val="22A8502EA52B46FC9D7760F2B142D82F"/>
  </w:style>
  <w:style w:type="paragraph" w:customStyle="1" w:styleId="11BB7A5769D94B219A50696FDB9FEB0E">
    <w:name w:val="11BB7A5769D94B219A50696FDB9FEB0E"/>
  </w:style>
  <w:style w:type="paragraph" w:customStyle="1" w:styleId="99D3D7BAA764444CB43D6392B0A45807">
    <w:name w:val="99D3D7BAA764444CB43D6392B0A45807"/>
  </w:style>
  <w:style w:type="paragraph" w:customStyle="1" w:styleId="8E862B62478B4E27988DA1397E4BE87F">
    <w:name w:val="8E862B62478B4E27988DA1397E4BE87F"/>
  </w:style>
  <w:style w:type="paragraph" w:customStyle="1" w:styleId="05486B1128B54BE6803C58522495F3B1">
    <w:name w:val="05486B1128B54BE6803C58522495F3B1"/>
  </w:style>
  <w:style w:type="paragraph" w:customStyle="1" w:styleId="08ADB328FC2D4ADFAE39D00AF32CD887">
    <w:name w:val="08ADB328FC2D4ADFAE39D00AF32CD887"/>
  </w:style>
  <w:style w:type="paragraph" w:customStyle="1" w:styleId="721F360EB5D34CC6B167CF1A89D5EBA0">
    <w:name w:val="721F360EB5D34CC6B167CF1A89D5EBA0"/>
  </w:style>
  <w:style w:type="paragraph" w:customStyle="1" w:styleId="5C3CB4C4E8584F5EA99E30DAFF92CC4E">
    <w:name w:val="5C3CB4C4E8584F5EA99E30DAFF92CC4E"/>
  </w:style>
  <w:style w:type="paragraph" w:customStyle="1" w:styleId="43AC47FAADFA475DA918C7FD2EF4FA97">
    <w:name w:val="43AC47FAADFA475DA918C7FD2EF4FA97"/>
  </w:style>
  <w:style w:type="paragraph" w:customStyle="1" w:styleId="8FEBEB5BD68E45E9BB29B308C0C24376">
    <w:name w:val="8FEBEB5BD68E45E9BB29B308C0C24376"/>
  </w:style>
  <w:style w:type="paragraph" w:customStyle="1" w:styleId="EABDBC7962414FF598FE30CB149738DF">
    <w:name w:val="EABDBC7962414FF598FE30CB149738DF"/>
  </w:style>
  <w:style w:type="paragraph" w:customStyle="1" w:styleId="77D106CE648B418E8B7417AF0A46CFCD">
    <w:name w:val="77D106CE648B418E8B7417AF0A46CFCD"/>
  </w:style>
  <w:style w:type="paragraph" w:customStyle="1" w:styleId="4B1606BD55424E4B8FF86AA4F8758AF8">
    <w:name w:val="4B1606BD55424E4B8FF86AA4F8758AF8"/>
  </w:style>
  <w:style w:type="paragraph" w:customStyle="1" w:styleId="24A9D38FAE90499CB1B263EBE42EA750">
    <w:name w:val="24A9D38FAE90499CB1B263EBE42EA750"/>
  </w:style>
  <w:style w:type="paragraph" w:customStyle="1" w:styleId="DC34140A84444E8796058C971725B78A">
    <w:name w:val="DC34140A84444E8796058C971725B78A"/>
  </w:style>
  <w:style w:type="paragraph" w:customStyle="1" w:styleId="17AAF6BA6DB5400CB78E96CE994CAEB9">
    <w:name w:val="17AAF6BA6DB5400CB78E96CE994CAEB9"/>
  </w:style>
  <w:style w:type="paragraph" w:customStyle="1" w:styleId="C97DA32091E848F3B05B5E3208AD1179">
    <w:name w:val="C97DA32091E848F3B05B5E3208AD1179"/>
  </w:style>
  <w:style w:type="paragraph" w:customStyle="1" w:styleId="9890D58B0BD04BBC891A526DB1D812D9">
    <w:name w:val="9890D58B0BD04BBC891A526DB1D812D9"/>
  </w:style>
  <w:style w:type="paragraph" w:customStyle="1" w:styleId="2EBB35DF6BF348C5A65AFAB5D489E17C">
    <w:name w:val="2EBB35DF6BF348C5A65AFAB5D489E17C"/>
  </w:style>
  <w:style w:type="paragraph" w:customStyle="1" w:styleId="150475BC5A494E378CE5080122D84644">
    <w:name w:val="150475BC5A494E378CE5080122D84644"/>
  </w:style>
  <w:style w:type="paragraph" w:customStyle="1" w:styleId="E215F69807754A8282D7B046877BF583">
    <w:name w:val="E215F69807754A8282D7B046877BF583"/>
  </w:style>
  <w:style w:type="paragraph" w:customStyle="1" w:styleId="BB83433D8D094D5A9B636E8634FE275D">
    <w:name w:val="BB83433D8D094D5A9B636E8634FE275D"/>
  </w:style>
  <w:style w:type="paragraph" w:customStyle="1" w:styleId="438D7B9EFD9D452B8158DFCE5E8B64FF">
    <w:name w:val="438D7B9EFD9D452B8158DFCE5E8B64FF"/>
  </w:style>
  <w:style w:type="paragraph" w:customStyle="1" w:styleId="85772CF4879E486A90BFB0C367C31391">
    <w:name w:val="85772CF4879E486A90BFB0C367C31391"/>
  </w:style>
  <w:style w:type="paragraph" w:customStyle="1" w:styleId="22F345BD9E7645C093911ED678B72D00">
    <w:name w:val="22F345BD9E7645C093911ED678B72D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TF02806216 (1).dotx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&lt;Meeting Title&gt;</vt:lpstr>
      <vt:lpstr>    &lt;Date&gt;</vt:lpstr>
      <vt:lpstr>    &lt;Start Time&gt; – &lt;End Time&gt;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Muhammad Naveed Ahmed</cp:lastModifiedBy>
  <cp:revision>1</cp:revision>
  <dcterms:created xsi:type="dcterms:W3CDTF">2018-11-13T11:11:00Z</dcterms:created>
  <dcterms:modified xsi:type="dcterms:W3CDTF">2018-11-13T11:12:00Z</dcterms:modified>
</cp:coreProperties>
</file>